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14891" w:type="dxa"/>
        <w:tblInd w:w="-99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2411"/>
        <w:gridCol w:w="3266"/>
        <w:gridCol w:w="2546"/>
        <w:gridCol w:w="6662"/>
        <w:gridCol w:w="6"/>
      </w:tblGrid>
      <w:tr w:rsidR="007C0548" w14:paraId="161BF74B" w14:textId="77777777" w:rsidTr="00E64AB0">
        <w:tc>
          <w:tcPr>
            <w:tcW w:w="2411" w:type="dxa"/>
            <w:shd w:val="clear" w:color="auto" w:fill="FBE4D5" w:themeFill="accent2" w:themeFillTint="33"/>
          </w:tcPr>
          <w:p w14:paraId="7E45BBC5" w14:textId="77777777" w:rsidR="007C0548" w:rsidRPr="00BE643E" w:rsidRDefault="007C0548">
            <w:pPr>
              <w:rPr>
                <w:b/>
                <w:bCs/>
              </w:rPr>
            </w:pPr>
            <w:bookmarkStart w:id="0" w:name="_Hlk165534771"/>
            <w:permStart w:id="1024664706" w:edGrp="everyone" w:colFirst="3" w:colLast="3"/>
            <w:r w:rsidRPr="00BE643E">
              <w:rPr>
                <w:b/>
                <w:bCs/>
              </w:rPr>
              <w:t xml:space="preserve">Job </w:t>
            </w:r>
            <w:r w:rsidR="00E64AB0" w:rsidRPr="00BE643E">
              <w:rPr>
                <w:b/>
                <w:bCs/>
              </w:rPr>
              <w:t>R</w:t>
            </w:r>
            <w:r w:rsidRPr="00BE643E">
              <w:rPr>
                <w:b/>
                <w:bCs/>
              </w:rPr>
              <w:t>eference:</w:t>
            </w:r>
          </w:p>
        </w:tc>
        <w:tc>
          <w:tcPr>
            <w:tcW w:w="3266" w:type="dxa"/>
          </w:tcPr>
          <w:p w14:paraId="54415DD7" w14:textId="77777777" w:rsidR="007C0548" w:rsidRPr="006113F4" w:rsidRDefault="007C0548">
            <w:permStart w:id="481965570" w:edGrp="everyone"/>
            <w:permEnd w:id="481965570"/>
          </w:p>
        </w:tc>
        <w:tc>
          <w:tcPr>
            <w:tcW w:w="2546" w:type="dxa"/>
            <w:shd w:val="clear" w:color="auto" w:fill="FBE4D5" w:themeFill="accent2" w:themeFillTint="33"/>
          </w:tcPr>
          <w:p w14:paraId="6AB9E2E2" w14:textId="77777777" w:rsidR="007C0548" w:rsidRPr="00BE643E" w:rsidRDefault="000C7F35">
            <w:pPr>
              <w:rPr>
                <w:b/>
                <w:bCs/>
              </w:rPr>
            </w:pPr>
            <w:r w:rsidRPr="00BE643E">
              <w:rPr>
                <w:b/>
                <w:bCs/>
              </w:rPr>
              <w:t>Design Revision:</w:t>
            </w:r>
          </w:p>
        </w:tc>
        <w:tc>
          <w:tcPr>
            <w:tcW w:w="6668" w:type="dxa"/>
            <w:gridSpan w:val="2"/>
          </w:tcPr>
          <w:p w14:paraId="7841F9E0" w14:textId="77777777" w:rsidR="007C0548" w:rsidRPr="006113F4" w:rsidRDefault="007C0548"/>
        </w:tc>
      </w:tr>
      <w:bookmarkEnd w:id="0"/>
      <w:tr w:rsidR="00B471FB" w14:paraId="4BDE427A" w14:textId="77777777" w:rsidTr="00E64AB0">
        <w:tc>
          <w:tcPr>
            <w:tcW w:w="2411" w:type="dxa"/>
            <w:shd w:val="clear" w:color="auto" w:fill="FBE4D5" w:themeFill="accent2" w:themeFillTint="33"/>
          </w:tcPr>
          <w:p w14:paraId="49EAC7E5" w14:textId="77777777" w:rsidR="00B471FB" w:rsidRPr="00BE643E" w:rsidRDefault="00B471FB" w:rsidP="00B471FB">
            <w:pPr>
              <w:rPr>
                <w:b/>
                <w:bCs/>
              </w:rPr>
            </w:pPr>
            <w:permStart w:id="774586116" w:edGrp="everyone" w:colFirst="3" w:colLast="3"/>
            <w:permEnd w:id="1024664706"/>
            <w:r w:rsidRPr="00BE643E">
              <w:rPr>
                <w:b/>
                <w:bCs/>
              </w:rPr>
              <w:t>Client:</w:t>
            </w:r>
          </w:p>
        </w:tc>
        <w:tc>
          <w:tcPr>
            <w:tcW w:w="3266" w:type="dxa"/>
          </w:tcPr>
          <w:p w14:paraId="4F037940" w14:textId="3DC37E5C" w:rsidR="00B471FB" w:rsidRPr="006113F4" w:rsidRDefault="00B471FB" w:rsidP="00B471FB">
            <w:permStart w:id="640767082" w:edGrp="everyone"/>
            <w:permEnd w:id="640767082"/>
          </w:p>
        </w:tc>
        <w:tc>
          <w:tcPr>
            <w:tcW w:w="2546" w:type="dxa"/>
            <w:vMerge w:val="restart"/>
            <w:shd w:val="clear" w:color="auto" w:fill="FBE4D5" w:themeFill="accent2" w:themeFillTint="33"/>
          </w:tcPr>
          <w:p w14:paraId="534F7D04" w14:textId="77777777" w:rsidR="00B471FB" w:rsidRPr="00BE643E" w:rsidRDefault="00B471FB" w:rsidP="00B471FB">
            <w:pPr>
              <w:rPr>
                <w:b/>
                <w:bCs/>
              </w:rPr>
            </w:pPr>
            <w:r w:rsidRPr="00BE643E">
              <w:rPr>
                <w:b/>
                <w:bCs/>
              </w:rPr>
              <w:t>Address:</w:t>
            </w:r>
          </w:p>
        </w:tc>
        <w:tc>
          <w:tcPr>
            <w:tcW w:w="6668" w:type="dxa"/>
            <w:gridSpan w:val="2"/>
          </w:tcPr>
          <w:p w14:paraId="2B7BEA75" w14:textId="77777777" w:rsidR="00B471FB" w:rsidRPr="006113F4" w:rsidRDefault="00B471FB" w:rsidP="00B471FB"/>
        </w:tc>
      </w:tr>
      <w:tr w:rsidR="00B471FB" w14:paraId="233158C4" w14:textId="77777777" w:rsidTr="00E64AB0">
        <w:tc>
          <w:tcPr>
            <w:tcW w:w="2411" w:type="dxa"/>
            <w:shd w:val="clear" w:color="auto" w:fill="FBE4D5" w:themeFill="accent2" w:themeFillTint="33"/>
          </w:tcPr>
          <w:p w14:paraId="28A91019" w14:textId="77777777" w:rsidR="00B471FB" w:rsidRPr="00BE643E" w:rsidRDefault="00B471FB" w:rsidP="00B471FB">
            <w:pPr>
              <w:rPr>
                <w:b/>
                <w:bCs/>
              </w:rPr>
            </w:pPr>
            <w:permStart w:id="266884768" w:edGrp="everyone" w:colFirst="3" w:colLast="3"/>
            <w:permEnd w:id="774586116"/>
            <w:r w:rsidRPr="00BE643E">
              <w:rPr>
                <w:b/>
                <w:bCs/>
              </w:rPr>
              <w:t>Principal Designer:</w:t>
            </w:r>
          </w:p>
        </w:tc>
        <w:tc>
          <w:tcPr>
            <w:tcW w:w="3266" w:type="dxa"/>
          </w:tcPr>
          <w:p w14:paraId="78DB5762" w14:textId="309ACD52" w:rsidR="00B471FB" w:rsidRPr="006113F4" w:rsidRDefault="00B471FB" w:rsidP="00B471FB">
            <w:permStart w:id="284888281" w:edGrp="everyone"/>
            <w:permEnd w:id="284888281"/>
          </w:p>
        </w:tc>
        <w:tc>
          <w:tcPr>
            <w:tcW w:w="2546" w:type="dxa"/>
            <w:vMerge/>
            <w:shd w:val="clear" w:color="auto" w:fill="FBE4D5" w:themeFill="accent2" w:themeFillTint="33"/>
          </w:tcPr>
          <w:p w14:paraId="11B455AC" w14:textId="77777777" w:rsidR="00B471FB" w:rsidRPr="00BE643E" w:rsidRDefault="00B471FB" w:rsidP="00B471FB">
            <w:pPr>
              <w:rPr>
                <w:b/>
                <w:bCs/>
              </w:rPr>
            </w:pPr>
          </w:p>
        </w:tc>
        <w:tc>
          <w:tcPr>
            <w:tcW w:w="6668" w:type="dxa"/>
            <w:gridSpan w:val="2"/>
          </w:tcPr>
          <w:p w14:paraId="4E475FC1" w14:textId="77777777" w:rsidR="00B471FB" w:rsidRPr="006113F4" w:rsidRDefault="00B471FB" w:rsidP="00B471FB"/>
        </w:tc>
      </w:tr>
      <w:tr w:rsidR="00B471FB" w14:paraId="59B3B406" w14:textId="77777777" w:rsidTr="00E64AB0">
        <w:tc>
          <w:tcPr>
            <w:tcW w:w="2411" w:type="dxa"/>
            <w:shd w:val="clear" w:color="auto" w:fill="FBE4D5" w:themeFill="accent2" w:themeFillTint="33"/>
          </w:tcPr>
          <w:p w14:paraId="37270F07" w14:textId="77777777" w:rsidR="00B471FB" w:rsidRPr="00BE643E" w:rsidRDefault="00B471FB" w:rsidP="00B471FB">
            <w:pPr>
              <w:rPr>
                <w:b/>
                <w:bCs/>
              </w:rPr>
            </w:pPr>
            <w:permStart w:id="1498568905" w:edGrp="everyone" w:colFirst="3" w:colLast="3"/>
            <w:permEnd w:id="266884768"/>
            <w:r w:rsidRPr="00BE643E">
              <w:rPr>
                <w:b/>
                <w:bCs/>
              </w:rPr>
              <w:t>Block/Riser Name:</w:t>
            </w:r>
          </w:p>
        </w:tc>
        <w:tc>
          <w:tcPr>
            <w:tcW w:w="3266" w:type="dxa"/>
          </w:tcPr>
          <w:p w14:paraId="70783F61" w14:textId="77777777" w:rsidR="00B471FB" w:rsidRPr="006113F4" w:rsidRDefault="00B471FB" w:rsidP="00B471FB">
            <w:permStart w:id="646513157" w:edGrp="everyone"/>
            <w:permEnd w:id="646513157"/>
          </w:p>
        </w:tc>
        <w:tc>
          <w:tcPr>
            <w:tcW w:w="2546" w:type="dxa"/>
            <w:shd w:val="clear" w:color="auto" w:fill="FBE4D5" w:themeFill="accent2" w:themeFillTint="33"/>
          </w:tcPr>
          <w:p w14:paraId="50246326" w14:textId="1BDCF5E2" w:rsidR="00B471FB" w:rsidRPr="00BE643E" w:rsidRDefault="005A3A70" w:rsidP="00B471F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Principal Contractor: </w:t>
            </w:r>
          </w:p>
        </w:tc>
        <w:tc>
          <w:tcPr>
            <w:tcW w:w="6668" w:type="dxa"/>
            <w:gridSpan w:val="2"/>
          </w:tcPr>
          <w:p w14:paraId="1EFC8CD6" w14:textId="77777777" w:rsidR="00B471FB" w:rsidRPr="006113F4" w:rsidRDefault="00B471FB" w:rsidP="00B471FB"/>
        </w:tc>
      </w:tr>
      <w:tr w:rsidR="00B471FB" w14:paraId="1B60EF5E" w14:textId="77777777" w:rsidTr="00E64AB0">
        <w:tc>
          <w:tcPr>
            <w:tcW w:w="2411" w:type="dxa"/>
            <w:shd w:val="clear" w:color="auto" w:fill="FBE4D5" w:themeFill="accent2" w:themeFillTint="33"/>
          </w:tcPr>
          <w:p w14:paraId="5E0E328E" w14:textId="77777777" w:rsidR="00B471FB" w:rsidRPr="00BE643E" w:rsidRDefault="00B471FB" w:rsidP="00B471FB">
            <w:pPr>
              <w:rPr>
                <w:b/>
                <w:bCs/>
              </w:rPr>
            </w:pPr>
            <w:permStart w:id="494885761" w:edGrp="everyone" w:colFirst="3" w:colLast="3"/>
            <w:permEnd w:id="1498568905"/>
            <w:r w:rsidRPr="00BE643E">
              <w:rPr>
                <w:b/>
                <w:bCs/>
              </w:rPr>
              <w:t>Number of Stories:</w:t>
            </w:r>
          </w:p>
        </w:tc>
        <w:tc>
          <w:tcPr>
            <w:tcW w:w="3266" w:type="dxa"/>
          </w:tcPr>
          <w:p w14:paraId="61B64C66" w14:textId="77777777" w:rsidR="00B471FB" w:rsidRPr="006113F4" w:rsidRDefault="00B471FB" w:rsidP="00B471FB">
            <w:permStart w:id="694379080" w:edGrp="everyone"/>
            <w:permEnd w:id="694379080"/>
          </w:p>
        </w:tc>
        <w:tc>
          <w:tcPr>
            <w:tcW w:w="2546" w:type="dxa"/>
            <w:shd w:val="clear" w:color="auto" w:fill="FBE4D5" w:themeFill="accent2" w:themeFillTint="33"/>
          </w:tcPr>
          <w:p w14:paraId="299DC497" w14:textId="77777777" w:rsidR="00B471FB" w:rsidRPr="00BE643E" w:rsidRDefault="00B471FB" w:rsidP="00B471FB">
            <w:pPr>
              <w:rPr>
                <w:b/>
                <w:bCs/>
              </w:rPr>
            </w:pPr>
            <w:r w:rsidRPr="00BE643E">
              <w:rPr>
                <w:b/>
                <w:bCs/>
              </w:rPr>
              <w:t xml:space="preserve">Number of </w:t>
            </w:r>
            <w:r w:rsidR="0088298A">
              <w:rPr>
                <w:b/>
                <w:bCs/>
              </w:rPr>
              <w:t>Flats inc. Commercial Supplies</w:t>
            </w:r>
            <w:r w:rsidRPr="00BE643E">
              <w:rPr>
                <w:b/>
                <w:bCs/>
              </w:rPr>
              <w:t>:</w:t>
            </w:r>
          </w:p>
        </w:tc>
        <w:tc>
          <w:tcPr>
            <w:tcW w:w="6668" w:type="dxa"/>
            <w:gridSpan w:val="2"/>
          </w:tcPr>
          <w:p w14:paraId="248B9F09" w14:textId="77777777" w:rsidR="00B471FB" w:rsidRPr="006113F4" w:rsidRDefault="00B471FB" w:rsidP="00B471FB"/>
        </w:tc>
      </w:tr>
      <w:tr w:rsidR="00DB65D8" w14:paraId="4837413D" w14:textId="77777777" w:rsidTr="00E64AB0">
        <w:tc>
          <w:tcPr>
            <w:tcW w:w="2411" w:type="dxa"/>
            <w:shd w:val="clear" w:color="auto" w:fill="FBE4D5" w:themeFill="accent2" w:themeFillTint="33"/>
          </w:tcPr>
          <w:p w14:paraId="70CBAD7B" w14:textId="77777777" w:rsidR="00DB65D8" w:rsidRPr="00BE643E" w:rsidRDefault="00DB65D8" w:rsidP="00DB65D8">
            <w:pPr>
              <w:rPr>
                <w:b/>
                <w:bCs/>
              </w:rPr>
            </w:pPr>
            <w:permStart w:id="1570326618" w:edGrp="everyone" w:colFirst="3" w:colLast="3"/>
            <w:permStart w:id="972034957" w:edGrp="everyone" w:colFirst="1" w:colLast="1"/>
            <w:permStart w:id="1579508174" w:edGrp="everyone" w:colFirst="2" w:colLast="2"/>
            <w:permEnd w:id="494885761"/>
            <w:r w:rsidRPr="00BE643E">
              <w:rPr>
                <w:b/>
                <w:bCs/>
              </w:rPr>
              <w:t>Building Construction:</w:t>
            </w:r>
          </w:p>
        </w:tc>
        <w:tc>
          <w:tcPr>
            <w:tcW w:w="3266" w:type="dxa"/>
          </w:tcPr>
          <w:p w14:paraId="50CB3AB3" w14:textId="53220CFD" w:rsidR="00DB65D8" w:rsidRPr="006113F4" w:rsidRDefault="00717592" w:rsidP="00DB65D8">
            <w:sdt>
              <w:sdtPr>
                <w:alias w:val="Building Construction"/>
                <w:tag w:val="Building Construction"/>
                <w:id w:val="-962810728"/>
                <w:placeholder>
                  <w:docPart w:val="9CAE873BCAD1471C95BF323646166857"/>
                </w:placeholder>
                <w:showingPlcHdr/>
                <w:dropDownList>
                  <w:listItem w:value="Choose an item."/>
                  <w:listItem w:displayText="Concrete Frame with brick infill" w:value="Concrete Frame with brick infill"/>
                  <w:listItem w:displayText="Reinforced Concrete" w:value="Reinforced Concrete"/>
                  <w:listItem w:displayText="Steel Frame" w:value="Steel Frame"/>
                  <w:listItem w:displayText="Timber Frame" w:value="Timber Frame"/>
                  <w:listItem w:displayText="Cross Laminate Timber" w:value="Cross Laminate Timber"/>
                  <w:listItem w:displayText="Brick/Block" w:value="Brick/Block"/>
                  <w:listItem w:displayText="Sandstone" w:value="Sandstone"/>
                  <w:listItem w:displayText="Other" w:value="Other"/>
                  <w:listItem w:displayText="Large Panel System (LPS)" w:value="Large Panel System (LPS)"/>
                </w:dropDownList>
              </w:sdtPr>
              <w:sdtEndPr/>
              <w:sdtContent>
                <w:r w:rsidRPr="00635B84">
                  <w:rPr>
                    <w:rStyle w:val="PlaceholderText"/>
                  </w:rPr>
                  <w:t>Choose an item.</w:t>
                </w:r>
              </w:sdtContent>
            </w:sdt>
          </w:p>
        </w:tc>
        <w:tc>
          <w:tcPr>
            <w:tcW w:w="2546" w:type="dxa"/>
            <w:shd w:val="clear" w:color="auto" w:fill="FBE4D5" w:themeFill="accent2" w:themeFillTint="33"/>
          </w:tcPr>
          <w:p w14:paraId="1F97B7FA" w14:textId="06D19055" w:rsidR="00DB65D8" w:rsidRPr="00BE643E" w:rsidRDefault="00DB65D8" w:rsidP="00DB65D8">
            <w:pPr>
              <w:rPr>
                <w:b/>
                <w:bCs/>
              </w:rPr>
            </w:pPr>
          </w:p>
        </w:tc>
        <w:tc>
          <w:tcPr>
            <w:tcW w:w="6668" w:type="dxa"/>
            <w:gridSpan w:val="2"/>
          </w:tcPr>
          <w:p w14:paraId="1A79A839" w14:textId="77777777" w:rsidR="00DB65D8" w:rsidRPr="006113F4" w:rsidRDefault="00DB65D8" w:rsidP="00DB65D8"/>
        </w:tc>
      </w:tr>
      <w:tr w:rsidR="00DB65D8" w14:paraId="2126A523" w14:textId="77777777" w:rsidTr="00E64AB0">
        <w:trPr>
          <w:gridAfter w:val="1"/>
          <w:wAfter w:w="6" w:type="dxa"/>
        </w:trPr>
        <w:tc>
          <w:tcPr>
            <w:tcW w:w="2411" w:type="dxa"/>
            <w:shd w:val="clear" w:color="auto" w:fill="FBE4D5" w:themeFill="accent2" w:themeFillTint="33"/>
          </w:tcPr>
          <w:p w14:paraId="0ACE9349" w14:textId="77777777" w:rsidR="00DB65D8" w:rsidRPr="00BE643E" w:rsidRDefault="00DB65D8" w:rsidP="00DB65D8">
            <w:pPr>
              <w:rPr>
                <w:b/>
                <w:bCs/>
              </w:rPr>
            </w:pPr>
            <w:permStart w:id="2134376720" w:edGrp="everyone" w:colFirst="1" w:colLast="1"/>
            <w:permEnd w:id="1570326618"/>
            <w:permEnd w:id="972034957"/>
            <w:permEnd w:id="1579508174"/>
            <w:r w:rsidRPr="00BE643E">
              <w:rPr>
                <w:b/>
                <w:bCs/>
              </w:rPr>
              <w:t xml:space="preserve">Location of </w:t>
            </w:r>
            <w:r>
              <w:rPr>
                <w:b/>
                <w:bCs/>
              </w:rPr>
              <w:t>Meters</w:t>
            </w:r>
            <w:r w:rsidRPr="00BE643E">
              <w:rPr>
                <w:b/>
                <w:bCs/>
              </w:rPr>
              <w:t>:</w:t>
            </w:r>
          </w:p>
        </w:tc>
        <w:tc>
          <w:tcPr>
            <w:tcW w:w="12474" w:type="dxa"/>
            <w:gridSpan w:val="3"/>
            <w:shd w:val="clear" w:color="auto" w:fill="FFFFFF" w:themeFill="background1"/>
          </w:tcPr>
          <w:p w14:paraId="31F50DFE" w14:textId="77777777" w:rsidR="00DB65D8" w:rsidRDefault="00717592" w:rsidP="00DB65D8">
            <w:sdt>
              <w:sdtPr>
                <w:alias w:val="Location of Meters"/>
                <w:tag w:val="Location of Meters"/>
                <w:id w:val="320701287"/>
                <w:placeholder>
                  <w:docPart w:val="EBD145A4BA5A48919AAE49C3BD3B5F61"/>
                </w:placeholder>
                <w:showingPlcHdr/>
                <w:dropDownList>
                  <w:listItem w:value="Choose an item."/>
                  <w:listItem w:displayText="Underground Car Park" w:value="Underground Car Park"/>
                  <w:listItem w:displayText="Ventilated Basement in Building" w:value="Ventilated Basement in Building"/>
                  <w:listItem w:displayText="Within Individual Dwellings" w:value="Within Individual Dwellings"/>
                  <w:listItem w:displayText="Meter Room (Ground Floor or Car Park)" w:value="Meter Room (Ground Floor or Car Park)"/>
                  <w:listItem w:displayText="Meter Room Each Floor" w:value="Meter Room Each Floor"/>
                  <w:listItem w:displayText="External Meterboxes (Any Floor)" w:value="External Meterboxes (Any Floor)"/>
                  <w:listItem w:displayText="Ventilated Area Away From Building" w:value="Ventilated Area Away From Building"/>
                </w:dropDownList>
              </w:sdtPr>
              <w:sdtEndPr/>
              <w:sdtContent>
                <w:r w:rsidR="00DB65D8" w:rsidRPr="00635B84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DB65D8" w14:paraId="515088A4" w14:textId="77777777" w:rsidTr="00E64AB0">
        <w:trPr>
          <w:gridAfter w:val="1"/>
          <w:wAfter w:w="6" w:type="dxa"/>
        </w:trPr>
        <w:tc>
          <w:tcPr>
            <w:tcW w:w="2411" w:type="dxa"/>
            <w:shd w:val="clear" w:color="auto" w:fill="FBE4D5" w:themeFill="accent2" w:themeFillTint="33"/>
          </w:tcPr>
          <w:p w14:paraId="6299FDB7" w14:textId="77777777" w:rsidR="00DB65D8" w:rsidRPr="00BE643E" w:rsidRDefault="00DB65D8" w:rsidP="00DB65D8">
            <w:pPr>
              <w:rPr>
                <w:b/>
                <w:bCs/>
              </w:rPr>
            </w:pPr>
            <w:permStart w:id="1200717313" w:edGrp="everyone" w:colFirst="1" w:colLast="1"/>
            <w:permEnd w:id="2134376720"/>
            <w:r w:rsidRPr="00BE643E">
              <w:rPr>
                <w:b/>
                <w:bCs/>
              </w:rPr>
              <w:t xml:space="preserve">Type of System: </w:t>
            </w:r>
          </w:p>
        </w:tc>
        <w:tc>
          <w:tcPr>
            <w:tcW w:w="12474" w:type="dxa"/>
            <w:gridSpan w:val="3"/>
            <w:shd w:val="clear" w:color="auto" w:fill="FFFFFF" w:themeFill="background1"/>
          </w:tcPr>
          <w:p w14:paraId="48A732B1" w14:textId="6460B243" w:rsidR="00DB65D8" w:rsidRDefault="00DB65D8" w:rsidP="00DB65D8">
            <w:r w:rsidRPr="006E21A4">
              <w:rPr>
                <w:b/>
                <w:bCs/>
              </w:rPr>
              <w:t>Primary system type:</w:t>
            </w:r>
            <w:r>
              <w:t xml:space="preserve"> </w:t>
            </w:r>
            <w:sdt>
              <w:sdtPr>
                <w:alias w:val="Installation type"/>
                <w:tag w:val="Type of System"/>
                <w:id w:val="611246640"/>
                <w:placeholder>
                  <w:docPart w:val="60E94A882549477EA1CC9F1322840239"/>
                </w:placeholder>
                <w:showingPlcHdr/>
                <w:comboBox>
                  <w:listItem w:value="Choose an item."/>
                  <w:listItem w:displayText="Manifold/Meterbank" w:value="Manifold/Meterbank"/>
                  <w:listItem w:displayText="Internal Riser" w:value="Internal Riser"/>
                  <w:listItem w:displayText="External Riser" w:value="External Riser"/>
                  <w:listItem w:displayText="Energy Centre or Bulk Meter" w:value="Energy Centre or Bulk Meter"/>
                  <w:listItem w:displayText="Individual Services/Meters" w:value="Individual Services/Meters"/>
                </w:comboBox>
              </w:sdtPr>
              <w:sdtEndPr/>
              <w:sdtContent>
                <w:r w:rsidR="00717592" w:rsidRPr="00635B84">
                  <w:rPr>
                    <w:rStyle w:val="PlaceholderText"/>
                  </w:rPr>
                  <w:t>Choose an item.</w:t>
                </w:r>
              </w:sdtContent>
            </w:sdt>
            <w:r>
              <w:t xml:space="preserve"> </w:t>
            </w:r>
            <w:r w:rsidRPr="006E21A4">
              <w:rPr>
                <w:b/>
                <w:bCs/>
              </w:rPr>
              <w:t>Additional system type (if any):</w:t>
            </w:r>
            <w:r>
              <w:t xml:space="preserve"> </w:t>
            </w:r>
            <w:sdt>
              <w:sdtPr>
                <w:alias w:val="Installation type"/>
                <w:tag w:val="Type of System"/>
                <w:id w:val="-784573803"/>
                <w:placeholder>
                  <w:docPart w:val="78383C67E8214A3AB9613AFA3A8A1990"/>
                </w:placeholder>
                <w:comboBox>
                  <w:listItem w:displayText="N/A" w:value="N/A"/>
                  <w:listItem w:displayText="Manifold/Meterbank" w:value="Manifold/Meterbank"/>
                  <w:listItem w:displayText="Internal Riser" w:value="Internal Riser"/>
                  <w:listItem w:displayText="External Riser" w:value="External Riser"/>
                  <w:listItem w:displayText="Energy Centre or Bulk Meter" w:value="Energy Centre or Bulk Meter"/>
                  <w:listItem w:displayText="Individual Services/Meters" w:value="Individual Services/Meters"/>
                </w:comboBox>
              </w:sdtPr>
              <w:sdtEndPr/>
              <w:sdtContent>
                <w:r>
                  <w:t>N/A</w:t>
                </w:r>
              </w:sdtContent>
            </w:sdt>
          </w:p>
        </w:tc>
      </w:tr>
      <w:tr w:rsidR="00DB65D8" w14:paraId="2261CA40" w14:textId="77777777" w:rsidTr="00E64AB0">
        <w:trPr>
          <w:gridAfter w:val="1"/>
          <w:wAfter w:w="6" w:type="dxa"/>
        </w:trPr>
        <w:tc>
          <w:tcPr>
            <w:tcW w:w="2411" w:type="dxa"/>
            <w:shd w:val="clear" w:color="auto" w:fill="FBE4D5" w:themeFill="accent2" w:themeFillTint="33"/>
          </w:tcPr>
          <w:p w14:paraId="1996DB57" w14:textId="77777777" w:rsidR="00DB65D8" w:rsidRPr="00BE643E" w:rsidRDefault="00DB65D8" w:rsidP="00DB65D8">
            <w:pPr>
              <w:rPr>
                <w:b/>
                <w:bCs/>
              </w:rPr>
            </w:pPr>
            <w:permStart w:id="1172978116" w:edGrp="everyone" w:colFirst="1" w:colLast="1"/>
            <w:permEnd w:id="1200717313"/>
            <w:r w:rsidRPr="00BE643E">
              <w:rPr>
                <w:b/>
                <w:bCs/>
              </w:rPr>
              <w:t>System Construction:</w:t>
            </w:r>
          </w:p>
        </w:tc>
        <w:tc>
          <w:tcPr>
            <w:tcW w:w="12474" w:type="dxa"/>
            <w:gridSpan w:val="3"/>
            <w:shd w:val="clear" w:color="auto" w:fill="FFFFFF" w:themeFill="background1"/>
          </w:tcPr>
          <w:p w14:paraId="4B695153" w14:textId="77777777" w:rsidR="00DB65D8" w:rsidRDefault="00717592" w:rsidP="00DB65D8">
            <w:sdt>
              <w:sdtPr>
                <w:alias w:val="What is the main material used for installation?"/>
                <w:tag w:val="What is the main material used for installation?"/>
                <w:id w:val="1920901657"/>
                <w:placeholder>
                  <w:docPart w:val="D30021E95C6C4876B41E8E4503246A5C"/>
                </w:placeholder>
                <w:showingPlcHdr/>
                <w:comboBox>
                  <w:listItem w:value="Choose an item."/>
                  <w:listItem w:displayText="Screwed Steel" w:value="Screwed Steel"/>
                  <w:listItem w:displayText="Press-fit" w:value="Press-fit"/>
                  <w:listItem w:displayText="Welded Steel" w:value="Welded Steel"/>
                </w:comboBox>
              </w:sdtPr>
              <w:sdtEndPr/>
              <w:sdtContent>
                <w:r w:rsidR="00DB65D8" w:rsidRPr="00635B84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tr w:rsidR="00DB65D8" w14:paraId="6402C2AC" w14:textId="77777777" w:rsidTr="00E64AB0">
        <w:trPr>
          <w:gridAfter w:val="1"/>
          <w:wAfter w:w="6" w:type="dxa"/>
        </w:trPr>
        <w:tc>
          <w:tcPr>
            <w:tcW w:w="2411" w:type="dxa"/>
            <w:shd w:val="clear" w:color="auto" w:fill="FBE4D5" w:themeFill="accent2" w:themeFillTint="33"/>
          </w:tcPr>
          <w:p w14:paraId="1C98BEB6" w14:textId="77777777" w:rsidR="00DB65D8" w:rsidRPr="00BE643E" w:rsidRDefault="00DB65D8" w:rsidP="00DB65D8">
            <w:pPr>
              <w:rPr>
                <w:b/>
                <w:bCs/>
              </w:rPr>
            </w:pPr>
            <w:permStart w:id="722625026" w:edGrp="everyone" w:colFirst="1" w:colLast="1"/>
            <w:permEnd w:id="1172978116"/>
            <w:r w:rsidRPr="00BE643E">
              <w:rPr>
                <w:b/>
                <w:bCs/>
              </w:rPr>
              <w:t>Entry Type:</w:t>
            </w:r>
          </w:p>
        </w:tc>
        <w:tc>
          <w:tcPr>
            <w:tcW w:w="12474" w:type="dxa"/>
            <w:gridSpan w:val="3"/>
            <w:shd w:val="clear" w:color="auto" w:fill="FFFFFF" w:themeFill="background1"/>
          </w:tcPr>
          <w:p w14:paraId="2AD90E35" w14:textId="77777777" w:rsidR="00DB65D8" w:rsidRDefault="00717592" w:rsidP="00DB65D8">
            <w:sdt>
              <w:sdtPr>
                <w:alias w:val="Riser Entry Type"/>
                <w:tag w:val="Riser Entry Type"/>
                <w:id w:val="1666589401"/>
                <w:placeholder>
                  <w:docPart w:val="FA06FFE61E014EBC94FB78A55836C251"/>
                </w:placeholder>
                <w:showingPlcHdr/>
                <w:comboBox>
                  <w:listItem w:value="Choose an item."/>
                  <w:listItem w:displayText="Below Ground" w:value="Below Ground"/>
                  <w:listItem w:displayText="Above Ground" w:value="Above Ground"/>
                </w:comboBox>
              </w:sdtPr>
              <w:sdtEndPr/>
              <w:sdtContent>
                <w:r w:rsidR="00DB65D8" w:rsidRPr="00635B84">
                  <w:rPr>
                    <w:rStyle w:val="PlaceholderText"/>
                  </w:rPr>
                  <w:t>Choose an item.</w:t>
                </w:r>
              </w:sdtContent>
            </w:sdt>
          </w:p>
        </w:tc>
      </w:tr>
      <w:permEnd w:id="722625026"/>
    </w:tbl>
    <w:p w14:paraId="58F31BE5" w14:textId="77777777" w:rsidR="00250103" w:rsidRDefault="00250103" w:rsidP="007C0548">
      <w:pPr>
        <w:spacing w:after="0"/>
      </w:pPr>
    </w:p>
    <w:p w14:paraId="0182111D" w14:textId="77777777" w:rsidR="001850B9" w:rsidRDefault="001E745B" w:rsidP="001850B9">
      <w:pPr>
        <w:spacing w:after="0" w:line="240" w:lineRule="auto"/>
        <w:ind w:left="-993"/>
      </w:pPr>
      <w:r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GB" w:eastAsia="en-GB"/>
        </w:rPr>
        <w:t>T</w:t>
      </w:r>
      <w:r w:rsidR="001850B9" w:rsidRPr="001850B9">
        <w:rPr>
          <w:rFonts w:ascii="Calibri" w:eastAsia="Times New Roman" w:hAnsi="Calibri" w:cs="Times New Roman"/>
          <w:b/>
          <w:bCs/>
          <w:color w:val="000000"/>
          <w:sz w:val="28"/>
          <w:szCs w:val="28"/>
          <w:lang w:val="en-GB" w:eastAsia="en-GB"/>
        </w:rPr>
        <w:t xml:space="preserve">o be completed by Designer and authorised by Incorporated Engineer </w:t>
      </w:r>
    </w:p>
    <w:tbl>
      <w:tblPr>
        <w:tblW w:w="14885" w:type="dxa"/>
        <w:tblInd w:w="-99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ayout w:type="fixed"/>
        <w:tblLook w:val="01E0" w:firstRow="1" w:lastRow="1" w:firstColumn="1" w:lastColumn="1" w:noHBand="0" w:noVBand="0"/>
      </w:tblPr>
      <w:tblGrid>
        <w:gridCol w:w="5955"/>
        <w:gridCol w:w="567"/>
        <w:gridCol w:w="3260"/>
        <w:gridCol w:w="567"/>
        <w:gridCol w:w="4536"/>
      </w:tblGrid>
      <w:tr w:rsidR="0019152C" w:rsidRPr="00347552" w14:paraId="5B292B7B" w14:textId="77777777" w:rsidTr="00C67281">
        <w:trPr>
          <w:trHeight w:val="397"/>
        </w:trPr>
        <w:tc>
          <w:tcPr>
            <w:tcW w:w="14885" w:type="dxa"/>
            <w:gridSpan w:val="5"/>
            <w:shd w:val="clear" w:color="auto" w:fill="FBE4D5" w:themeFill="accent2" w:themeFillTint="33"/>
            <w:vAlign w:val="center"/>
          </w:tcPr>
          <w:p w14:paraId="75D72EBE" w14:textId="77777777" w:rsidR="0019152C" w:rsidRPr="00157C81" w:rsidRDefault="0019152C" w:rsidP="0019152C">
            <w:pPr>
              <w:spacing w:after="0"/>
              <w:jc w:val="center"/>
              <w:rPr>
                <w:rFonts w:ascii="Calibri" w:hAnsi="Calibri" w:cs="Arial"/>
                <w:b/>
                <w:sz w:val="28"/>
                <w:szCs w:val="28"/>
              </w:rPr>
            </w:pPr>
            <w:r w:rsidRPr="00157C81">
              <w:rPr>
                <w:rFonts w:ascii="Calibri" w:hAnsi="Calibri" w:cs="Arial"/>
                <w:b/>
                <w:sz w:val="28"/>
                <w:szCs w:val="28"/>
              </w:rPr>
              <w:t>PRE-CONSTRUCTION INFORMATION</w:t>
            </w:r>
          </w:p>
        </w:tc>
      </w:tr>
      <w:tr w:rsidR="00685E27" w:rsidRPr="00347552" w14:paraId="0F68EAA7" w14:textId="77777777" w:rsidTr="002E240F">
        <w:trPr>
          <w:trHeight w:val="20"/>
        </w:trPr>
        <w:tc>
          <w:tcPr>
            <w:tcW w:w="5955" w:type="dxa"/>
            <w:vMerge w:val="restart"/>
            <w:shd w:val="clear" w:color="auto" w:fill="E2EFD9" w:themeFill="accent6" w:themeFillTint="33"/>
            <w:vAlign w:val="center"/>
          </w:tcPr>
          <w:p w14:paraId="5575E7D2" w14:textId="77777777" w:rsidR="00685E27" w:rsidRPr="00685E27" w:rsidRDefault="00685E27" w:rsidP="001850B9">
            <w:pPr>
              <w:spacing w:after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E745B">
              <w:rPr>
                <w:rFonts w:ascii="Calibri" w:hAnsi="Calibri" w:cs="Arial"/>
                <w:b/>
                <w:sz w:val="28"/>
                <w:szCs w:val="18"/>
              </w:rPr>
              <w:t>Risk</w:t>
            </w:r>
            <w:r w:rsidR="009A477A">
              <w:rPr>
                <w:rFonts w:ascii="Calibri" w:hAnsi="Calibri" w:cs="Arial"/>
                <w:b/>
                <w:sz w:val="28"/>
                <w:szCs w:val="18"/>
              </w:rPr>
              <w:t xml:space="preserve"> </w:t>
            </w:r>
            <w:r w:rsidR="001A2764">
              <w:rPr>
                <w:rFonts w:ascii="Calibri" w:hAnsi="Calibri" w:cs="Arial"/>
                <w:b/>
                <w:sz w:val="28"/>
                <w:szCs w:val="18"/>
              </w:rPr>
              <w:t>–</w:t>
            </w:r>
            <w:r w:rsidR="009A477A">
              <w:rPr>
                <w:rFonts w:ascii="Calibri" w:hAnsi="Calibri" w:cs="Arial"/>
                <w:b/>
                <w:sz w:val="28"/>
                <w:szCs w:val="18"/>
              </w:rPr>
              <w:t xml:space="preserve"> </w:t>
            </w:r>
            <w:r w:rsidR="001A2764">
              <w:rPr>
                <w:rFonts w:ascii="Calibri" w:hAnsi="Calibri" w:cs="Arial"/>
                <w:b/>
                <w:sz w:val="28"/>
                <w:szCs w:val="18"/>
              </w:rPr>
              <w:t>Meter Banks and Risers</w:t>
            </w:r>
          </w:p>
        </w:tc>
        <w:tc>
          <w:tcPr>
            <w:tcW w:w="8930" w:type="dxa"/>
            <w:gridSpan w:val="4"/>
            <w:shd w:val="clear" w:color="auto" w:fill="E2EFD9" w:themeFill="accent6" w:themeFillTint="33"/>
            <w:vAlign w:val="center"/>
          </w:tcPr>
          <w:p w14:paraId="274B50D6" w14:textId="77777777" w:rsidR="00685E27" w:rsidRPr="00685E27" w:rsidRDefault="00685E27" w:rsidP="001850B9">
            <w:pPr>
              <w:spacing w:after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E745B">
              <w:rPr>
                <w:rFonts w:ascii="Calibri" w:hAnsi="Calibri" w:cs="Arial"/>
                <w:b/>
                <w:szCs w:val="18"/>
              </w:rPr>
              <w:t>Risk Considered</w:t>
            </w:r>
            <w:r w:rsidR="008F7DBD">
              <w:rPr>
                <w:rFonts w:ascii="Calibri" w:hAnsi="Calibri" w:cs="Arial"/>
                <w:b/>
                <w:szCs w:val="18"/>
              </w:rPr>
              <w:t xml:space="preserve"> and Assessed</w:t>
            </w:r>
          </w:p>
        </w:tc>
      </w:tr>
      <w:tr w:rsidR="006E21A4" w:rsidRPr="00347552" w14:paraId="419406E4" w14:textId="77777777" w:rsidTr="006E21A4">
        <w:trPr>
          <w:trHeight w:val="20"/>
        </w:trPr>
        <w:tc>
          <w:tcPr>
            <w:tcW w:w="5955" w:type="dxa"/>
            <w:vMerge/>
            <w:shd w:val="clear" w:color="auto" w:fill="E2EFD9" w:themeFill="accent6" w:themeFillTint="33"/>
            <w:vAlign w:val="center"/>
          </w:tcPr>
          <w:p w14:paraId="46FEB207" w14:textId="77777777" w:rsidR="006E21A4" w:rsidRPr="00685E27" w:rsidRDefault="006E21A4" w:rsidP="00E6333B">
            <w:pPr>
              <w:spacing w:after="0" w:line="240" w:lineRule="auto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34009A93" w14:textId="77777777" w:rsidR="006E21A4" w:rsidRPr="0019152C" w:rsidRDefault="006E21A4" w:rsidP="00E6333B">
            <w:pPr>
              <w:spacing w:after="0" w:line="240" w:lineRule="auto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Yes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1636BFB0" w14:textId="77777777" w:rsidR="006E21A4" w:rsidRPr="0019152C" w:rsidRDefault="006E21A4" w:rsidP="00E6333B">
            <w:pPr>
              <w:spacing w:after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Mitigation</w:t>
            </w:r>
            <w:r>
              <w:rPr>
                <w:rFonts w:ascii="Calibri" w:hAnsi="Calibri" w:cs="Arial"/>
                <w:b/>
                <w:sz w:val="16"/>
                <w:szCs w:val="18"/>
              </w:rPr>
              <w:t>/Assessment/Explanation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14:paraId="4D6484F3" w14:textId="77777777" w:rsidR="006E21A4" w:rsidRPr="0019152C" w:rsidRDefault="006E21A4" w:rsidP="00E6333B">
            <w:pPr>
              <w:spacing w:after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N/A</w:t>
            </w:r>
          </w:p>
        </w:tc>
        <w:tc>
          <w:tcPr>
            <w:tcW w:w="4536" w:type="dxa"/>
            <w:shd w:val="clear" w:color="auto" w:fill="E2EFD9" w:themeFill="accent6" w:themeFillTint="33"/>
          </w:tcPr>
          <w:p w14:paraId="244D3918" w14:textId="77777777" w:rsidR="006E21A4" w:rsidRPr="0019152C" w:rsidRDefault="006E21A4" w:rsidP="00E6333B">
            <w:pPr>
              <w:spacing w:after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If N/A identify reason why</w:t>
            </w:r>
          </w:p>
        </w:tc>
      </w:tr>
      <w:tr w:rsidR="006E21A4" w:rsidRPr="00347552" w14:paraId="5562D1DE" w14:textId="77777777" w:rsidTr="006E21A4">
        <w:trPr>
          <w:trHeight w:val="20"/>
        </w:trPr>
        <w:tc>
          <w:tcPr>
            <w:tcW w:w="5955" w:type="dxa"/>
            <w:shd w:val="clear" w:color="auto" w:fill="F2F2F2" w:themeFill="background1" w:themeFillShade="F2"/>
            <w:vAlign w:val="bottom"/>
          </w:tcPr>
          <w:p w14:paraId="66D92301" w14:textId="77777777" w:rsidR="006E21A4" w:rsidRPr="002836D3" w:rsidRDefault="006E21A4" w:rsidP="002836D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permStart w:id="210378506" w:edGrp="everyone" w:colFirst="2" w:colLast="2"/>
            <w:permStart w:id="1268974593" w:edGrp="everyone" w:colFirst="3" w:colLast="3"/>
            <w:permStart w:id="1283143972" w:edGrp="everyone" w:colFirst="4" w:colLast="4"/>
            <w:permStart w:id="219896944" w:edGrp="everyone" w:colFirst="1" w:colLast="1"/>
            <w:r w:rsidRPr="002836D3">
              <w:rPr>
                <w:rFonts w:ascii="Calibri" w:hAnsi="Calibri"/>
                <w:color w:val="000000"/>
                <w:sz w:val="18"/>
                <w:szCs w:val="18"/>
              </w:rPr>
              <w:t xml:space="preserve">Risk of vandalism </w:t>
            </w:r>
            <w:r w:rsidRPr="002836D3">
              <w:rPr>
                <w:rFonts w:ascii="Calibri" w:hAnsi="Calibri"/>
                <w:color w:val="000000"/>
                <w:sz w:val="18"/>
                <w:szCs w:val="18"/>
              </w:rPr>
              <w:br/>
            </w:r>
            <w:r w:rsidRPr="002836D3">
              <w:rPr>
                <w:rFonts w:ascii="Calibri" w:hAnsi="Calibri"/>
                <w:i/>
                <w:color w:val="000000"/>
                <w:sz w:val="18"/>
                <w:szCs w:val="18"/>
              </w:rPr>
              <w:t>(Detail from owner, Local Authority, Site visit/survey)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35928241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3320D6D3" w14:textId="77777777" w:rsidR="006E21A4" w:rsidRPr="006113F4" w:rsidRDefault="006E21A4" w:rsidP="00406293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shd w:val="clear" w:color="auto" w:fill="auto"/>
            <w:vAlign w:val="center"/>
          </w:tcPr>
          <w:p w14:paraId="0DDE20FE" w14:textId="77777777" w:rsidR="006E21A4" w:rsidRPr="006113F4" w:rsidRDefault="006E21A4" w:rsidP="00406293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278679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1DA45690" w14:textId="069FBD0F" w:rsidR="006E21A4" w:rsidRPr="006113F4" w:rsidRDefault="00122D1F" w:rsidP="00406293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4499A52F" w14:textId="77777777" w:rsidR="006E21A4" w:rsidRPr="006113F4" w:rsidRDefault="006E21A4" w:rsidP="00406293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747983C1" w14:textId="77777777" w:rsidTr="006E21A4">
        <w:trPr>
          <w:trHeight w:val="20"/>
        </w:trPr>
        <w:tc>
          <w:tcPr>
            <w:tcW w:w="5955" w:type="dxa"/>
            <w:shd w:val="clear" w:color="auto" w:fill="F2F2F2" w:themeFill="background1" w:themeFillShade="F2"/>
            <w:vAlign w:val="bottom"/>
          </w:tcPr>
          <w:p w14:paraId="4B1A0AAA" w14:textId="77777777" w:rsidR="006E21A4" w:rsidRPr="002836D3" w:rsidRDefault="006E21A4" w:rsidP="002836D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1981104875" w:edGrp="everyone" w:colFirst="2" w:colLast="2"/>
            <w:permStart w:id="353388705" w:edGrp="everyone" w:colFirst="3" w:colLast="3"/>
            <w:permStart w:id="30552834" w:edGrp="everyone" w:colFirst="4" w:colLast="4"/>
            <w:permStart w:id="1380070465" w:edGrp="everyone" w:colFirst="1" w:colLast="1"/>
            <w:permEnd w:id="210378506"/>
            <w:permEnd w:id="1268974593"/>
            <w:permEnd w:id="1283143972"/>
            <w:permEnd w:id="219896944"/>
            <w:r w:rsidRPr="002836D3">
              <w:rPr>
                <w:rFonts w:ascii="Calibri" w:hAnsi="Calibri"/>
                <w:color w:val="000000"/>
                <w:sz w:val="18"/>
                <w:szCs w:val="18"/>
              </w:rPr>
              <w:t xml:space="preserve">Special considerations required based on occupancy type </w:t>
            </w:r>
            <w:r w:rsidRPr="002836D3">
              <w:rPr>
                <w:rFonts w:ascii="Calibri" w:hAnsi="Calibri"/>
                <w:color w:val="000000"/>
                <w:sz w:val="18"/>
                <w:szCs w:val="18"/>
              </w:rPr>
              <w:br/>
            </w:r>
            <w:r w:rsidRPr="002836D3">
              <w:rPr>
                <w:rFonts w:ascii="Calibri" w:hAnsi="Calibri"/>
                <w:i/>
                <w:color w:val="000000"/>
                <w:sz w:val="18"/>
                <w:szCs w:val="18"/>
              </w:rPr>
              <w:t>(e.g. Vulnerable population, sheltered accommodation etc.)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302665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4117ED81" w14:textId="77777777" w:rsidR="006E21A4" w:rsidRPr="00C70BEE" w:rsidRDefault="006E21A4" w:rsidP="00406293">
                <w:pPr>
                  <w:spacing w:after="0" w:line="240" w:lineRule="auto"/>
                  <w:jc w:val="center"/>
                  <w:rPr>
                    <w:rFonts w:ascii="Calibri" w:hAnsi="Calibri" w:cs="Arial"/>
                    <w:color w:val="F4B083" w:themeColor="accent2" w:themeTint="99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shd w:val="clear" w:color="auto" w:fill="auto"/>
            <w:vAlign w:val="center"/>
          </w:tcPr>
          <w:p w14:paraId="4DFF4E38" w14:textId="76D6D14F" w:rsidR="006E21A4" w:rsidRPr="006113F4" w:rsidRDefault="006E21A4" w:rsidP="00406293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4647721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5668AACF" w14:textId="77777777" w:rsidR="006E21A4" w:rsidRPr="006113F4" w:rsidRDefault="006E21A4" w:rsidP="00406293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086DB9B2" w14:textId="77777777" w:rsidR="006E21A4" w:rsidRPr="006113F4" w:rsidRDefault="006E21A4" w:rsidP="00406293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0653B3DF" w14:textId="77777777" w:rsidTr="006E21A4">
        <w:trPr>
          <w:trHeight w:val="20"/>
        </w:trPr>
        <w:tc>
          <w:tcPr>
            <w:tcW w:w="5955" w:type="dxa"/>
            <w:shd w:val="clear" w:color="auto" w:fill="F2F2F2" w:themeFill="background1" w:themeFillShade="F2"/>
            <w:vAlign w:val="bottom"/>
          </w:tcPr>
          <w:p w14:paraId="74C075C0" w14:textId="77777777" w:rsidR="006E21A4" w:rsidRPr="002836D3" w:rsidRDefault="006E21A4" w:rsidP="004062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371941466" w:edGrp="everyone" w:colFirst="2" w:colLast="2"/>
            <w:permStart w:id="1803832701" w:edGrp="everyone" w:colFirst="3" w:colLast="3"/>
            <w:permStart w:id="1000407517" w:edGrp="everyone" w:colFirst="4" w:colLast="4"/>
            <w:permStart w:id="257260128" w:edGrp="everyone" w:colFirst="1" w:colLast="1"/>
            <w:permEnd w:id="1981104875"/>
            <w:permEnd w:id="353388705"/>
            <w:permEnd w:id="30552834"/>
            <w:permEnd w:id="1380070465"/>
            <w:r>
              <w:rPr>
                <w:rFonts w:ascii="Calibri" w:hAnsi="Calibri"/>
                <w:color w:val="000000"/>
                <w:sz w:val="18"/>
                <w:szCs w:val="18"/>
              </w:rPr>
              <w:t>Special Consideration required based on building listing/height/conservation status?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9561700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167243A9" w14:textId="77777777" w:rsidR="006E21A4" w:rsidRDefault="006E21A4" w:rsidP="00406293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shd w:val="clear" w:color="auto" w:fill="auto"/>
            <w:vAlign w:val="center"/>
          </w:tcPr>
          <w:p w14:paraId="389A5614" w14:textId="77777777" w:rsidR="006E21A4" w:rsidRPr="006113F4" w:rsidRDefault="006E21A4" w:rsidP="00406293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8183358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13E51323" w14:textId="77777777" w:rsidR="006E21A4" w:rsidRDefault="006E21A4" w:rsidP="00406293">
                <w:pPr>
                  <w:spacing w:after="0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561BDF55" w14:textId="77777777" w:rsidR="006E21A4" w:rsidRPr="006113F4" w:rsidRDefault="006E21A4" w:rsidP="00406293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7EC4811E" w14:textId="77777777" w:rsidTr="006E21A4">
        <w:trPr>
          <w:trHeight w:val="20"/>
        </w:trPr>
        <w:tc>
          <w:tcPr>
            <w:tcW w:w="5955" w:type="dxa"/>
            <w:shd w:val="clear" w:color="auto" w:fill="F2F2F2" w:themeFill="background1" w:themeFillShade="F2"/>
            <w:vAlign w:val="bottom"/>
          </w:tcPr>
          <w:p w14:paraId="54282C61" w14:textId="77777777" w:rsidR="006E21A4" w:rsidRPr="00CB374A" w:rsidRDefault="006E21A4" w:rsidP="00406293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946940361" w:edGrp="everyone" w:colFirst="2" w:colLast="2"/>
            <w:permStart w:id="1611232319" w:edGrp="everyone" w:colFirst="3" w:colLast="3"/>
            <w:permStart w:id="2029011538" w:edGrp="everyone" w:colFirst="4" w:colLast="4"/>
            <w:permStart w:id="291263116" w:edGrp="everyone" w:colFirst="1" w:colLast="1"/>
            <w:permEnd w:id="371941466"/>
            <w:permEnd w:id="1803832701"/>
            <w:permEnd w:id="1000407517"/>
            <w:permEnd w:id="257260128"/>
            <w:r w:rsidRPr="00B03E93">
              <w:rPr>
                <w:rFonts w:ascii="Calibri" w:hAnsi="Calibri"/>
                <w:iCs/>
                <w:color w:val="000000"/>
                <w:sz w:val="18"/>
                <w:szCs w:val="18"/>
              </w:rPr>
              <w:t>How is access made 24/7/365?</w:t>
            </w:r>
            <w:r w:rsidRPr="00CB374A">
              <w:rPr>
                <w:rFonts w:ascii="Calibri" w:hAnsi="Calibri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Calibri" w:hAnsi="Calibri"/>
                <w:i/>
                <w:color w:val="000000"/>
                <w:sz w:val="18"/>
                <w:szCs w:val="18"/>
              </w:rPr>
              <w:t xml:space="preserve">(FB1 </w:t>
            </w:r>
            <w:r w:rsidRPr="00CB374A">
              <w:rPr>
                <w:rFonts w:ascii="Calibri" w:hAnsi="Calibri"/>
                <w:i/>
                <w:color w:val="000000"/>
                <w:sz w:val="18"/>
                <w:szCs w:val="18"/>
              </w:rPr>
              <w:t>Key availability, information from Local Authority, housing association, private residents/committees provided.</w:t>
            </w:r>
            <w:r>
              <w:rPr>
                <w:rFonts w:ascii="Calibri" w:hAnsi="Calibri"/>
                <w:i/>
                <w:color w:val="000000"/>
                <w:sz w:val="18"/>
                <w:szCs w:val="18"/>
              </w:rPr>
              <w:t>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6144873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243B7230" w14:textId="77777777" w:rsidR="006E21A4" w:rsidRPr="00C70BEE" w:rsidRDefault="006E21A4" w:rsidP="00406293">
                <w:pPr>
                  <w:spacing w:after="0" w:line="240" w:lineRule="auto"/>
                  <w:jc w:val="center"/>
                  <w:rPr>
                    <w:rFonts w:ascii="Calibri" w:hAnsi="Calibri" w:cs="Arial"/>
                    <w:color w:val="F4B083" w:themeColor="accent2" w:themeTint="99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shd w:val="clear" w:color="auto" w:fill="auto"/>
            <w:vAlign w:val="center"/>
          </w:tcPr>
          <w:p w14:paraId="179852F6" w14:textId="77777777" w:rsidR="006E21A4" w:rsidRPr="006113F4" w:rsidRDefault="006E21A4" w:rsidP="00406293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1430023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49B371B2" w14:textId="77777777" w:rsidR="006E21A4" w:rsidRPr="006113F4" w:rsidRDefault="006E21A4" w:rsidP="00406293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041D9AB3" w14:textId="77777777" w:rsidR="006E21A4" w:rsidRPr="006113F4" w:rsidRDefault="006E21A4" w:rsidP="00406293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66E3C61F" w14:textId="77777777" w:rsidTr="006E21A4">
        <w:trPr>
          <w:trHeight w:val="20"/>
        </w:trPr>
        <w:tc>
          <w:tcPr>
            <w:tcW w:w="5955" w:type="dxa"/>
            <w:shd w:val="clear" w:color="auto" w:fill="F2F2F2" w:themeFill="background1" w:themeFillShade="F2"/>
            <w:vAlign w:val="bottom"/>
          </w:tcPr>
          <w:p w14:paraId="539A4FA9" w14:textId="77777777" w:rsidR="006E21A4" w:rsidRPr="00CB374A" w:rsidRDefault="006E21A4" w:rsidP="004A5F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i/>
                <w:color w:val="000000"/>
                <w:sz w:val="18"/>
                <w:szCs w:val="18"/>
              </w:rPr>
            </w:pPr>
            <w:permStart w:id="1897531938" w:edGrp="everyone" w:colFirst="2" w:colLast="2"/>
            <w:permStart w:id="1477641998" w:edGrp="everyone" w:colFirst="3" w:colLast="3"/>
            <w:permStart w:id="1838242591" w:edGrp="everyone" w:colFirst="4" w:colLast="4"/>
            <w:permStart w:id="814618889" w:edGrp="everyone" w:colFirst="1" w:colLast="1"/>
            <w:permEnd w:id="946940361"/>
            <w:permEnd w:id="1611232319"/>
            <w:permEnd w:id="2029011538"/>
            <w:permEnd w:id="291263116"/>
            <w:proofErr w:type="gramStart"/>
            <w:r w:rsidRPr="005B1A72">
              <w:rPr>
                <w:rFonts w:ascii="Calibri" w:hAnsi="Calibri"/>
                <w:color w:val="000000"/>
                <w:sz w:val="18"/>
                <w:szCs w:val="18"/>
              </w:rPr>
              <w:t>Is</w:t>
            </w:r>
            <w:proofErr w:type="gramEnd"/>
            <w:r w:rsidRPr="005B1A72">
              <w:rPr>
                <w:rFonts w:ascii="Calibri" w:hAnsi="Calibri"/>
                <w:color w:val="000000"/>
                <w:sz w:val="18"/>
                <w:szCs w:val="18"/>
              </w:rPr>
              <w:t xml:space="preserve"> pipe material, corrosion, and protective measures suitable to environment?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8176821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61EEF8A9" w14:textId="77777777" w:rsidR="006E21A4" w:rsidRDefault="006E21A4" w:rsidP="004A5FA8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shd w:val="clear" w:color="auto" w:fill="auto"/>
            <w:vAlign w:val="center"/>
          </w:tcPr>
          <w:p w14:paraId="27C6454F" w14:textId="77777777" w:rsidR="006E21A4" w:rsidRPr="006113F4" w:rsidRDefault="006E21A4" w:rsidP="004A5FA8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21059547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7C5DC056" w14:textId="77777777" w:rsidR="006E21A4" w:rsidRDefault="006E21A4" w:rsidP="004A5FA8">
                <w:pPr>
                  <w:spacing w:after="0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33A89EE0" w14:textId="77777777" w:rsidR="006E21A4" w:rsidRPr="006113F4" w:rsidRDefault="006E21A4" w:rsidP="004A5FA8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2FA5EFA1" w14:textId="77777777" w:rsidTr="006E21A4">
        <w:trPr>
          <w:trHeight w:val="20"/>
        </w:trPr>
        <w:tc>
          <w:tcPr>
            <w:tcW w:w="5955" w:type="dxa"/>
            <w:shd w:val="clear" w:color="auto" w:fill="F2F2F2" w:themeFill="background1" w:themeFillShade="F2"/>
            <w:vAlign w:val="bottom"/>
          </w:tcPr>
          <w:p w14:paraId="4B348FCB" w14:textId="77777777" w:rsidR="006E21A4" w:rsidRPr="005B1A72" w:rsidRDefault="006E21A4" w:rsidP="004A5F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2048277790" w:edGrp="everyone" w:colFirst="2" w:colLast="2"/>
            <w:permStart w:id="675552365" w:edGrp="everyone" w:colFirst="3" w:colLast="3"/>
            <w:permStart w:id="409282836" w:edGrp="everyone" w:colFirst="4" w:colLast="4"/>
            <w:permStart w:id="894855302" w:edGrp="everyone" w:colFirst="1" w:colLast="1"/>
            <w:permEnd w:id="1897531938"/>
            <w:permEnd w:id="1477641998"/>
            <w:permEnd w:id="1838242591"/>
            <w:permEnd w:id="814618889"/>
            <w:r w:rsidRPr="00CB374A">
              <w:rPr>
                <w:rFonts w:ascii="Calibri" w:hAnsi="Calibri"/>
                <w:color w:val="000000"/>
                <w:sz w:val="18"/>
                <w:szCs w:val="18"/>
              </w:rPr>
              <w:t>Consideration of the usage of the areas where the gas installation is to be installed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554728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3A7D343D" w14:textId="77777777" w:rsidR="006E21A4" w:rsidRDefault="006E21A4" w:rsidP="004A5FA8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shd w:val="clear" w:color="auto" w:fill="auto"/>
            <w:vAlign w:val="center"/>
          </w:tcPr>
          <w:p w14:paraId="7049EBAA" w14:textId="77777777" w:rsidR="006E21A4" w:rsidRPr="006113F4" w:rsidRDefault="006E21A4" w:rsidP="004A5FA8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8496033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5EE2BAFD" w14:textId="77777777" w:rsidR="006E21A4" w:rsidRDefault="006E21A4" w:rsidP="004A5FA8">
                <w:pPr>
                  <w:spacing w:after="0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3B2C5AD8" w14:textId="77777777" w:rsidR="006E21A4" w:rsidRPr="006113F4" w:rsidRDefault="006E21A4" w:rsidP="004A5FA8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73336500" w14:textId="77777777" w:rsidTr="006E21A4">
        <w:trPr>
          <w:trHeight w:val="20"/>
        </w:trPr>
        <w:tc>
          <w:tcPr>
            <w:tcW w:w="5955" w:type="dxa"/>
            <w:shd w:val="clear" w:color="auto" w:fill="F2F2F2" w:themeFill="background1" w:themeFillShade="F2"/>
            <w:vAlign w:val="bottom"/>
          </w:tcPr>
          <w:p w14:paraId="0BE6C131" w14:textId="77777777" w:rsidR="006E21A4" w:rsidRPr="00CB374A" w:rsidRDefault="006E21A4" w:rsidP="004A5F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i/>
                <w:color w:val="000000"/>
                <w:sz w:val="18"/>
                <w:szCs w:val="18"/>
              </w:rPr>
            </w:pPr>
            <w:permStart w:id="424764699" w:edGrp="everyone" w:colFirst="2" w:colLast="2"/>
            <w:permStart w:id="876902589" w:edGrp="everyone" w:colFirst="3" w:colLast="3"/>
            <w:permStart w:id="372576330" w:edGrp="everyone" w:colFirst="4" w:colLast="4"/>
            <w:permStart w:id="1503553811" w:edGrp="everyone" w:colFirst="1" w:colLast="1"/>
            <w:permEnd w:id="2048277790"/>
            <w:permEnd w:id="675552365"/>
            <w:permEnd w:id="409282836"/>
            <w:permEnd w:id="894855302"/>
            <w:r>
              <w:rPr>
                <w:rFonts w:ascii="Calibri" w:hAnsi="Calibri"/>
                <w:color w:val="000000"/>
                <w:sz w:val="18"/>
                <w:szCs w:val="18"/>
              </w:rPr>
              <w:t>Proposed location of meters (specify location and any potential mitigation measures required).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3923500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shd w:val="clear" w:color="auto" w:fill="auto"/>
                <w:vAlign w:val="center"/>
              </w:tcPr>
              <w:p w14:paraId="2E8E3624" w14:textId="77777777" w:rsidR="006E21A4" w:rsidRPr="00C70BEE" w:rsidRDefault="006E21A4" w:rsidP="004A5FA8">
                <w:pPr>
                  <w:spacing w:after="0" w:line="240" w:lineRule="auto"/>
                  <w:jc w:val="center"/>
                  <w:rPr>
                    <w:rFonts w:ascii="Calibri" w:hAnsi="Calibri" w:cs="Arial"/>
                    <w:color w:val="F4B083" w:themeColor="accent2" w:themeTint="99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shd w:val="clear" w:color="auto" w:fill="auto"/>
            <w:vAlign w:val="center"/>
          </w:tcPr>
          <w:p w14:paraId="20BFC58B" w14:textId="77777777" w:rsidR="006E21A4" w:rsidRPr="006113F4" w:rsidRDefault="006E21A4" w:rsidP="004A5FA8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331760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vAlign w:val="center"/>
              </w:tcPr>
              <w:p w14:paraId="780A1D64" w14:textId="77777777" w:rsidR="006E21A4" w:rsidRPr="006113F4" w:rsidRDefault="006E21A4" w:rsidP="004A5FA8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vAlign w:val="center"/>
          </w:tcPr>
          <w:p w14:paraId="37167280" w14:textId="77777777" w:rsidR="006E21A4" w:rsidRPr="006113F4" w:rsidRDefault="006E21A4" w:rsidP="004A5FA8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5F85473F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15B69C4D" w14:textId="77777777" w:rsidR="006E21A4" w:rsidRPr="00CB374A" w:rsidRDefault="006E21A4" w:rsidP="004A5F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permStart w:id="1772316978" w:edGrp="everyone" w:colFirst="2" w:colLast="2"/>
            <w:permStart w:id="1041654121" w:edGrp="everyone" w:colFirst="3" w:colLast="3"/>
            <w:permStart w:id="750525442" w:edGrp="everyone" w:colFirst="4" w:colLast="4"/>
            <w:permStart w:id="2104380357" w:edGrp="everyone" w:colFirst="1" w:colLast="1"/>
            <w:permEnd w:id="424764699"/>
            <w:permEnd w:id="876902589"/>
            <w:permEnd w:id="372576330"/>
            <w:permEnd w:id="1503553811"/>
            <w:r w:rsidRPr="00CB374A">
              <w:rPr>
                <w:rFonts w:ascii="Calibri" w:hAnsi="Calibri"/>
                <w:color w:val="000000"/>
                <w:sz w:val="18"/>
                <w:szCs w:val="18"/>
              </w:rPr>
              <w:t xml:space="preserve">Location and means of escape have been considered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against installation.</w:t>
            </w:r>
            <w:r w:rsidRPr="00CB374A">
              <w:rPr>
                <w:rFonts w:ascii="Calibri" w:hAnsi="Calibri"/>
                <w:color w:val="000000"/>
                <w:sz w:val="18"/>
                <w:szCs w:val="18"/>
              </w:rPr>
              <w:br/>
            </w:r>
            <w:r w:rsidRPr="00CB374A">
              <w:rPr>
                <w:rFonts w:ascii="Calibri" w:hAnsi="Calibri"/>
                <w:i/>
                <w:color w:val="000000"/>
                <w:sz w:val="18"/>
                <w:szCs w:val="18"/>
              </w:rPr>
              <w:t>(check of drawings, to be marked up and confirmed with developer/building owner)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2722052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1996EDA6" w14:textId="77777777" w:rsidR="006E21A4" w:rsidRPr="006113F4" w:rsidRDefault="006E21A4" w:rsidP="004A5FA8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4E27AB35" w14:textId="77777777" w:rsidR="006E21A4" w:rsidRPr="006113F4" w:rsidRDefault="006E21A4" w:rsidP="004A5FA8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205981493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62DFE90B" w14:textId="77777777" w:rsidR="006E21A4" w:rsidRPr="006113F4" w:rsidRDefault="006E21A4" w:rsidP="004A5FA8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42FC2E34" w14:textId="77777777" w:rsidR="006E21A4" w:rsidRPr="006113F4" w:rsidRDefault="006E21A4" w:rsidP="004A5FA8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7FA4AC58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170B2B3C" w14:textId="77777777" w:rsidR="006E21A4" w:rsidRPr="00CB374A" w:rsidRDefault="006E21A4" w:rsidP="004A5FA8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permStart w:id="1530097440" w:edGrp="everyone" w:colFirst="1" w:colLast="1"/>
            <w:permStart w:id="398022295" w:edGrp="everyone" w:colFirst="2" w:colLast="2"/>
            <w:permStart w:id="825702174" w:edGrp="everyone" w:colFirst="3" w:colLast="3"/>
            <w:permStart w:id="49567359" w:edGrp="everyone" w:colFirst="4" w:colLast="4"/>
            <w:permEnd w:id="1772316978"/>
            <w:permEnd w:id="1041654121"/>
            <w:permEnd w:id="750525442"/>
            <w:permEnd w:id="2104380357"/>
            <w:r w:rsidRPr="00CB374A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Below ground entries are sleeved and shorter than 2m in length.</w:t>
            </w:r>
            <w:r w:rsidRPr="00CB374A">
              <w:rPr>
                <w:rFonts w:ascii="Calibri" w:hAnsi="Calibri"/>
                <w:color w:val="000000"/>
                <w:sz w:val="18"/>
                <w:szCs w:val="18"/>
              </w:rPr>
              <w:br/>
            </w:r>
            <w:r w:rsidRPr="00CB374A">
              <w:rPr>
                <w:rFonts w:ascii="Calibri" w:hAnsi="Calibri"/>
                <w:i/>
                <w:color w:val="000000"/>
                <w:sz w:val="18"/>
                <w:szCs w:val="18"/>
              </w:rPr>
              <w:t>(Identify length and reason if &gt;2m penetration)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8008290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22864D21" w14:textId="065AA55D" w:rsidR="006E21A4" w:rsidRPr="006113F4" w:rsidRDefault="00122D1F" w:rsidP="004A5FA8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1549A489" w14:textId="77777777" w:rsidR="006E21A4" w:rsidRPr="006113F4" w:rsidRDefault="006E21A4" w:rsidP="004A5FA8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5921616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4539E26D" w14:textId="77777777" w:rsidR="006E21A4" w:rsidRPr="006113F4" w:rsidRDefault="006E21A4" w:rsidP="004A5FA8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58B05473" w14:textId="77777777" w:rsidR="006E21A4" w:rsidRPr="006113F4" w:rsidRDefault="006E21A4" w:rsidP="004A5FA8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3AA2C962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6B74B3BD" w14:textId="77777777" w:rsidR="006E21A4" w:rsidRPr="00CB374A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1452894056" w:edGrp="everyone" w:colFirst="1" w:colLast="1"/>
            <w:permStart w:id="2017622947" w:edGrp="everyone" w:colFirst="2" w:colLast="2"/>
            <w:permStart w:id="313672565" w:edGrp="everyone" w:colFirst="3" w:colLast="3"/>
            <w:permStart w:id="1560115770" w:edGrp="everyone" w:colFirst="4" w:colLast="4"/>
            <w:permEnd w:id="1530097440"/>
            <w:permEnd w:id="398022295"/>
            <w:permEnd w:id="825702174"/>
            <w:permEnd w:id="49567359"/>
            <w:r>
              <w:rPr>
                <w:rFonts w:ascii="Calibri" w:hAnsi="Calibri"/>
                <w:color w:val="000000"/>
                <w:sz w:val="18"/>
                <w:szCs w:val="18"/>
              </w:rPr>
              <w:t>Use of thermal cut off (TCO) or excess flow valves (EFV) considered and identified on the design?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8130179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77203897" w14:textId="77777777" w:rsidR="006E21A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2A27FE74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5015524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5B597CE2" w14:textId="77777777" w:rsidR="006E21A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1318D4A7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03975809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12148FB8" w14:textId="77777777" w:rsidR="006E21A4" w:rsidRPr="00CB374A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963784394" w:edGrp="everyone" w:colFirst="1" w:colLast="1"/>
            <w:permStart w:id="1891041692" w:edGrp="everyone" w:colFirst="2" w:colLast="2"/>
            <w:permStart w:id="21784315" w:edGrp="everyone" w:colFirst="3" w:colLast="3"/>
            <w:permStart w:id="527135265" w:edGrp="everyone" w:colFirst="4" w:colLast="4"/>
            <w:permEnd w:id="1452894056"/>
            <w:permEnd w:id="2017622947"/>
            <w:permEnd w:id="313672565"/>
            <w:permEnd w:id="1560115770"/>
            <w:r w:rsidRPr="00901C1F">
              <w:rPr>
                <w:rFonts w:ascii="Calibri" w:hAnsi="Calibri"/>
                <w:iCs/>
                <w:color w:val="000000"/>
                <w:sz w:val="18"/>
                <w:szCs w:val="18"/>
              </w:rPr>
              <w:t>Correct diversified load used for analysis?</w:t>
            </w:r>
            <w:r>
              <w:rPr>
                <w:rFonts w:ascii="Calibri" w:hAnsi="Calibri"/>
                <w:i/>
                <w:color w:val="000000"/>
                <w:sz w:val="18"/>
                <w:szCs w:val="18"/>
              </w:rPr>
              <w:t xml:space="preserve"> (&lt;10 properties in a riser cannot be diversified)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4347769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39DA3486" w14:textId="77777777" w:rsidR="006E21A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031DD8BE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411060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2B109F41" w14:textId="77777777" w:rsidR="006E21A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37BA5D3A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2F4F923D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6018FC34" w14:textId="77777777" w:rsidR="006E21A4" w:rsidRPr="00901C1F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iCs/>
                <w:color w:val="000000"/>
                <w:sz w:val="18"/>
                <w:szCs w:val="18"/>
              </w:rPr>
            </w:pPr>
            <w:permStart w:id="1545473313" w:edGrp="everyone" w:colFirst="1" w:colLast="1"/>
            <w:permStart w:id="1572156011" w:edGrp="everyone" w:colFirst="2" w:colLast="2"/>
            <w:permStart w:id="241318488" w:edGrp="everyone" w:colFirst="3" w:colLast="3"/>
            <w:permStart w:id="1241319615" w:edGrp="everyone" w:colFirst="4" w:colLast="4"/>
            <w:permEnd w:id="963784394"/>
            <w:permEnd w:id="1891041692"/>
            <w:permEnd w:id="21784315"/>
            <w:permEnd w:id="527135265"/>
            <w:r w:rsidRPr="00901C1F">
              <w:rPr>
                <w:rFonts w:ascii="Calibri" w:hAnsi="Calibri"/>
                <w:iCs/>
                <w:color w:val="000000"/>
                <w:sz w:val="18"/>
                <w:szCs w:val="18"/>
              </w:rPr>
              <w:t>Is PIV located in an easily accessible location away from the building with minimal risk of being obstructed?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8001357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399033CD" w14:textId="77777777" w:rsidR="006E21A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6C20224D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8828705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27D0D438" w14:textId="77777777" w:rsidR="006E21A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116A1FB8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506F2360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1AA9F113" w14:textId="77777777" w:rsidR="006E21A4" w:rsidRPr="00CB374A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2016685842" w:edGrp="everyone" w:colFirst="1" w:colLast="1"/>
            <w:permStart w:id="1803888624" w:edGrp="everyone" w:colFirst="2" w:colLast="2"/>
            <w:permStart w:id="697968112" w:edGrp="everyone" w:colFirst="3" w:colLast="3"/>
            <w:permStart w:id="1137393432" w:edGrp="everyone" w:colFirst="4" w:colLast="4"/>
            <w:permEnd w:id="1545473313"/>
            <w:permEnd w:id="1572156011"/>
            <w:permEnd w:id="241318488"/>
            <w:permEnd w:id="1241319615"/>
            <w:r w:rsidRPr="00CB374A">
              <w:rPr>
                <w:rFonts w:ascii="Calibri" w:hAnsi="Calibri"/>
                <w:color w:val="000000"/>
                <w:sz w:val="18"/>
                <w:szCs w:val="18"/>
              </w:rPr>
              <w:t>Has a GIS/E/17:2018 compliant electrical insulation joint been installed?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46488500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04922140" w14:textId="77777777" w:rsidR="006E21A4" w:rsidRPr="006113F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75124254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0835727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5887858D" w14:textId="77777777" w:rsidR="006E21A4" w:rsidRPr="006113F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621B67EF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7D6DA21C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52ACF4C3" w14:textId="77777777" w:rsidR="006E21A4" w:rsidRPr="00CB4D49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i/>
                <w:color w:val="000000"/>
                <w:sz w:val="18"/>
                <w:szCs w:val="18"/>
              </w:rPr>
            </w:pPr>
            <w:permStart w:id="1606253748" w:edGrp="everyone" w:colFirst="1" w:colLast="1"/>
            <w:permStart w:id="838675646" w:edGrp="everyone" w:colFirst="2" w:colLast="2"/>
            <w:permStart w:id="2037605579" w:edGrp="everyone" w:colFirst="3" w:colLast="3"/>
            <w:permStart w:id="330171352" w:edGrp="everyone" w:colFirst="4" w:colLast="4"/>
            <w:permEnd w:id="2016685842"/>
            <w:permEnd w:id="1803888624"/>
            <w:permEnd w:id="697968112"/>
            <w:permEnd w:id="1137393432"/>
            <w:r w:rsidRPr="00CB4D49">
              <w:rPr>
                <w:rFonts w:ascii="Calibri" w:hAnsi="Calibri"/>
                <w:color w:val="000000"/>
                <w:sz w:val="18"/>
                <w:szCs w:val="18"/>
              </w:rPr>
              <w:t>Ventilation is natural (direct) and not supported by mechanical means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 w:rsidRPr="00CB4D49">
              <w:rPr>
                <w:rFonts w:ascii="Calibri" w:hAnsi="Calibri"/>
                <w:color w:val="000000"/>
                <w:sz w:val="18"/>
                <w:szCs w:val="18"/>
              </w:rPr>
              <w:br/>
            </w:r>
            <w:r w:rsidRPr="00CB4D49">
              <w:rPr>
                <w:rFonts w:ascii="Calibri" w:hAnsi="Calibri"/>
                <w:i/>
                <w:color w:val="000000"/>
                <w:sz w:val="18"/>
                <w:szCs w:val="18"/>
              </w:rPr>
              <w:t>(Air is moved from space to outside directly)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4998087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5036C357" w14:textId="77777777" w:rsidR="006E21A4" w:rsidRPr="006113F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5FF0CD06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8272132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33F65904" w14:textId="77777777" w:rsidR="006E21A4" w:rsidRPr="006113F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0CC1AF45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769E4BCF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71F10747" w14:textId="77777777" w:rsidR="006E21A4" w:rsidRPr="00CB4D49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551104522" w:edGrp="everyone" w:colFirst="1" w:colLast="1"/>
            <w:permStart w:id="1529505760" w:edGrp="everyone" w:colFirst="2" w:colLast="2"/>
            <w:permStart w:id="1428895365" w:edGrp="everyone" w:colFirst="3" w:colLast="3"/>
            <w:permStart w:id="1870537679" w:edGrp="everyone" w:colFirst="4" w:colLast="4"/>
            <w:permEnd w:id="1606253748"/>
            <w:permEnd w:id="838675646"/>
            <w:permEnd w:id="2037605579"/>
            <w:permEnd w:id="330171352"/>
            <w:r>
              <w:rPr>
                <w:rFonts w:ascii="Calibri" w:hAnsi="Calibri"/>
                <w:color w:val="000000"/>
                <w:sz w:val="18"/>
                <w:szCs w:val="18"/>
              </w:rPr>
              <w:t>Review of vehicle impact protection requirements?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8176171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46B1196A" w14:textId="77777777" w:rsidR="006E21A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1328E3A2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3648711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22B17573" w14:textId="77777777" w:rsidR="006E21A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0CF38E14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permEnd w:id="551104522"/>
      <w:permEnd w:id="1529505760"/>
      <w:permEnd w:id="1428895365"/>
      <w:permEnd w:id="1870537679"/>
      <w:tr w:rsidR="006E21A4" w:rsidRPr="00685E27" w14:paraId="33EECF7F" w14:textId="77777777" w:rsidTr="002E240F">
        <w:trPr>
          <w:trHeight w:val="20"/>
        </w:trPr>
        <w:tc>
          <w:tcPr>
            <w:tcW w:w="5955" w:type="dxa"/>
            <w:vMerge w:val="restart"/>
            <w:shd w:val="clear" w:color="auto" w:fill="E2EFD9" w:themeFill="accent6" w:themeFillTint="33"/>
            <w:vAlign w:val="center"/>
          </w:tcPr>
          <w:p w14:paraId="31CF4D65" w14:textId="77777777" w:rsidR="006E21A4" w:rsidRPr="00685E27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E745B">
              <w:rPr>
                <w:rFonts w:ascii="Calibri" w:hAnsi="Calibri" w:cs="Arial"/>
                <w:b/>
                <w:sz w:val="28"/>
                <w:szCs w:val="18"/>
              </w:rPr>
              <w:t>Risk</w:t>
            </w:r>
            <w:r>
              <w:rPr>
                <w:rFonts w:ascii="Calibri" w:hAnsi="Calibri" w:cs="Arial"/>
                <w:b/>
                <w:sz w:val="28"/>
                <w:szCs w:val="18"/>
              </w:rPr>
              <w:t xml:space="preserve"> – Risers </w:t>
            </w:r>
          </w:p>
        </w:tc>
        <w:tc>
          <w:tcPr>
            <w:tcW w:w="8930" w:type="dxa"/>
            <w:gridSpan w:val="4"/>
            <w:shd w:val="clear" w:color="auto" w:fill="E2EFD9" w:themeFill="accent6" w:themeFillTint="33"/>
            <w:vAlign w:val="center"/>
          </w:tcPr>
          <w:p w14:paraId="78D8E5A4" w14:textId="77777777" w:rsidR="006E21A4" w:rsidRPr="00685E27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E745B">
              <w:rPr>
                <w:rFonts w:ascii="Calibri" w:hAnsi="Calibri" w:cs="Arial"/>
                <w:b/>
                <w:szCs w:val="18"/>
              </w:rPr>
              <w:t>Risk Considered</w:t>
            </w:r>
            <w:r>
              <w:rPr>
                <w:rFonts w:ascii="Calibri" w:hAnsi="Calibri" w:cs="Arial"/>
                <w:b/>
                <w:szCs w:val="18"/>
              </w:rPr>
              <w:t xml:space="preserve"> and Assessed</w:t>
            </w:r>
          </w:p>
        </w:tc>
      </w:tr>
      <w:tr w:rsidR="006E21A4" w:rsidRPr="0019152C" w14:paraId="31EB3C15" w14:textId="77777777" w:rsidTr="006E21A4">
        <w:trPr>
          <w:trHeight w:val="20"/>
        </w:trPr>
        <w:tc>
          <w:tcPr>
            <w:tcW w:w="5955" w:type="dxa"/>
            <w:vMerge/>
            <w:shd w:val="clear" w:color="auto" w:fill="E2EFD9" w:themeFill="accent6" w:themeFillTint="33"/>
            <w:vAlign w:val="center"/>
          </w:tcPr>
          <w:p w14:paraId="6B9B0BFB" w14:textId="77777777" w:rsidR="006E21A4" w:rsidRPr="00685E27" w:rsidRDefault="006E21A4" w:rsidP="006E21A4">
            <w:pPr>
              <w:spacing w:after="0" w:line="240" w:lineRule="auto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36279C03" w14:textId="77777777" w:rsidR="006E21A4" w:rsidRPr="0019152C" w:rsidRDefault="006E21A4" w:rsidP="006E21A4">
            <w:pPr>
              <w:spacing w:after="0" w:line="240" w:lineRule="auto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Yes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2898F46F" w14:textId="77777777" w:rsidR="006E21A4" w:rsidRPr="0019152C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Mitigation</w:t>
            </w:r>
            <w:r>
              <w:rPr>
                <w:rFonts w:ascii="Calibri" w:hAnsi="Calibri" w:cs="Arial"/>
                <w:b/>
                <w:sz w:val="16"/>
                <w:szCs w:val="18"/>
              </w:rPr>
              <w:t>/Assessment/Explanation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14:paraId="0EE61BE5" w14:textId="77777777" w:rsidR="006E21A4" w:rsidRPr="0019152C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N/A</w:t>
            </w:r>
          </w:p>
        </w:tc>
        <w:tc>
          <w:tcPr>
            <w:tcW w:w="4536" w:type="dxa"/>
            <w:shd w:val="clear" w:color="auto" w:fill="E2EFD9" w:themeFill="accent6" w:themeFillTint="33"/>
          </w:tcPr>
          <w:p w14:paraId="2CC8E44D" w14:textId="77777777" w:rsidR="006E21A4" w:rsidRPr="0019152C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If N/A identify reason why</w:t>
            </w:r>
          </w:p>
        </w:tc>
      </w:tr>
      <w:tr w:rsidR="006E21A4" w:rsidRPr="00347552" w14:paraId="3E19AE41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286CD0DD" w14:textId="77777777" w:rsidR="006E21A4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1816621986" w:edGrp="everyone" w:colFirst="1" w:colLast="1"/>
            <w:permStart w:id="1214662271" w:edGrp="everyone" w:colFirst="2" w:colLast="2"/>
            <w:permStart w:id="264257333" w:edGrp="everyone" w:colFirst="3" w:colLast="3"/>
            <w:permStart w:id="1996979291" w:edGrp="everyone" w:colFirst="4" w:colLast="4"/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t>Internal/external risers design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ed as per relevant standards IGEM/G/5 edition 3 and SGN/PM/RL/1?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93705318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719582F4" w14:textId="6F58F05E" w:rsidR="006E21A4" w:rsidRPr="006113F4" w:rsidRDefault="00122D1F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0FCDAE39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639920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60A1839E" w14:textId="77777777" w:rsidR="006E21A4" w:rsidRPr="006113F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2F43261B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2100B88A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7A3EC249" w14:textId="77777777" w:rsidR="006E21A4" w:rsidRPr="00D13C10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permStart w:id="178919828" w:edGrp="everyone" w:colFirst="1" w:colLast="1"/>
            <w:permStart w:id="460865493" w:edGrp="everyone" w:colFirst="2" w:colLast="2"/>
            <w:permStart w:id="1226642224" w:edGrp="everyone" w:colFirst="3" w:colLast="3"/>
            <w:permStart w:id="1242634893" w:edGrp="everyone" w:colFirst="4" w:colLast="4"/>
            <w:permEnd w:id="1816621986"/>
            <w:permEnd w:id="1214662271"/>
            <w:permEnd w:id="264257333"/>
            <w:permEnd w:id="1996979291"/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t xml:space="preserve">All valves </w:t>
            </w:r>
            <w:proofErr w:type="gramStart"/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t>installed</w:t>
            </w:r>
            <w:proofErr w:type="gramEnd"/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t xml:space="preserve"> as defined in SGN/PM/RL/1. Confirmation on GIS required for PIVs, all internal risers </w:t>
            </w:r>
            <w:r w:rsidRPr="00D13C10">
              <w:rPr>
                <w:rFonts w:ascii="Calibri" w:hAnsi="Calibri"/>
                <w:b/>
                <w:color w:val="000000"/>
                <w:sz w:val="18"/>
                <w:szCs w:val="18"/>
                <w:u w:val="single"/>
              </w:rPr>
              <w:t>MUST</w:t>
            </w:r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t xml:space="preserve"> also have IIV/ ECV valves.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634924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54B06015" w14:textId="77777777" w:rsidR="006E21A4" w:rsidRPr="006113F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0D62DF52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70683628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251E1087" w14:textId="77777777" w:rsidR="006E21A4" w:rsidRPr="006113F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0D6CC651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10851952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33B458EE" w14:textId="77777777" w:rsidR="006E21A4" w:rsidRPr="00D13C10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1721972625" w:edGrp="everyone" w:colFirst="1" w:colLast="1"/>
            <w:permStart w:id="577455863" w:edGrp="everyone" w:colFirst="2" w:colLast="2"/>
            <w:permStart w:id="2128745032" w:edGrp="everyone" w:colFirst="3" w:colLast="3"/>
            <w:permStart w:id="2085715519" w:edGrp="everyone" w:colFirst="4" w:colLast="4"/>
            <w:permEnd w:id="178919828"/>
            <w:permEnd w:id="460865493"/>
            <w:permEnd w:id="1226642224"/>
            <w:permEnd w:id="1242634893"/>
            <w:r>
              <w:rPr>
                <w:rFonts w:ascii="Calibri" w:hAnsi="Calibri"/>
                <w:color w:val="000000"/>
                <w:sz w:val="18"/>
                <w:szCs w:val="18"/>
              </w:rPr>
              <w:t>Minimum unrestrained lateral lengths in line with industry or manufacturers guidelines and identified on the design.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66074719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28C4714A" w14:textId="77777777" w:rsidR="006E21A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133ADAA9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8689842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53E33067" w14:textId="77777777" w:rsidR="006E21A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4DC4C34C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6D734183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5D29290B" w14:textId="77777777" w:rsidR="006E21A4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559484852" w:edGrp="everyone" w:colFirst="1" w:colLast="1"/>
            <w:permStart w:id="5930018" w:edGrp="everyone" w:colFirst="2" w:colLast="2"/>
            <w:permStart w:id="317662136" w:edGrp="everyone" w:colFirst="3" w:colLast="3"/>
            <w:permStart w:id="1015292077" w:edGrp="everyone" w:colFirst="4" w:colLast="4"/>
            <w:permEnd w:id="1721972625"/>
            <w:permEnd w:id="577455863"/>
            <w:permEnd w:id="2128745032"/>
            <w:permEnd w:id="2085715519"/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t xml:space="preserve">Use of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expansion/flexible</w:t>
            </w:r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t xml:space="preserve"> flitting’s 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required? </w:t>
            </w:r>
            <w:r w:rsidRPr="00D13C10">
              <w:rPr>
                <w:rFonts w:ascii="Calibri" w:hAnsi="Calibri"/>
                <w:i/>
                <w:color w:val="000000"/>
                <w:sz w:val="18"/>
                <w:szCs w:val="18"/>
              </w:rPr>
              <w:t>(specify)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9964209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0F186510" w14:textId="77777777" w:rsidR="006E21A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35E9D707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1579600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66EAF491" w14:textId="77777777" w:rsidR="006E21A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5EB55463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0DF2FB34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79A53FD7" w14:textId="77777777" w:rsidR="006E21A4" w:rsidRPr="00D13C10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1265657547" w:edGrp="everyone" w:colFirst="1" w:colLast="1"/>
            <w:permStart w:id="1662336793" w:edGrp="everyone" w:colFirst="2" w:colLast="2"/>
            <w:permStart w:id="1389782251" w:edGrp="everyone" w:colFirst="3" w:colLast="3"/>
            <w:permStart w:id="1149973672" w:edGrp="everyone" w:colFirst="4" w:colLast="4"/>
            <w:permEnd w:id="559484852"/>
            <w:permEnd w:id="5930018"/>
            <w:permEnd w:id="317662136"/>
            <w:permEnd w:id="1015292077"/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t>Meter locations within flats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.</w:t>
            </w:r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t xml:space="preserve"> </w:t>
            </w:r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br/>
            </w:r>
            <w:r w:rsidRPr="00D13C10">
              <w:rPr>
                <w:rFonts w:ascii="Calibri" w:hAnsi="Calibri"/>
                <w:i/>
                <w:color w:val="000000"/>
                <w:sz w:val="18"/>
                <w:szCs w:val="18"/>
              </w:rPr>
              <w:t>(Confirm location is within 2 meters of entry point)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1938419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538F01AE" w14:textId="77777777" w:rsidR="006E21A4" w:rsidRPr="006113F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304063AD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3797794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313CBA2B" w14:textId="77777777" w:rsidR="006E21A4" w:rsidRPr="006113F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01BEC0B1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614EA5E5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3D9BB683" w14:textId="77777777" w:rsidR="006E21A4" w:rsidRPr="00D13C10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permStart w:id="36985391" w:edGrp="everyone" w:colFirst="1" w:colLast="1"/>
            <w:permStart w:id="1733767703" w:edGrp="everyone" w:colFirst="2" w:colLast="2"/>
            <w:permStart w:id="453724288" w:edGrp="everyone" w:colFirst="3" w:colLast="3"/>
            <w:permStart w:id="755769553" w:edGrp="everyone" w:colFirst="4" w:colLast="4"/>
            <w:permEnd w:id="1265657547"/>
            <w:permEnd w:id="1662336793"/>
            <w:permEnd w:id="1389782251"/>
            <w:permEnd w:id="1149973672"/>
            <w:proofErr w:type="gramStart"/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t>Pipeline</w:t>
            </w:r>
            <w:proofErr w:type="gramEnd"/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t xml:space="preserve"> is within ventilated duct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. (have ventilation calculations been done?)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20036184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19B5880C" w14:textId="77777777" w:rsidR="006E21A4" w:rsidRPr="006113F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643100A2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5537335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46F2439B" w14:textId="77777777" w:rsidR="006E21A4" w:rsidRPr="006113F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57187BB5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7D89F987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213F258C" w14:textId="77777777" w:rsidR="006E21A4" w:rsidRPr="00D13C10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 w:cs="Arial"/>
                <w:sz w:val="18"/>
                <w:szCs w:val="18"/>
              </w:rPr>
            </w:pPr>
            <w:permStart w:id="1121933135" w:edGrp="everyone" w:colFirst="1" w:colLast="1"/>
            <w:permStart w:id="1850159286" w:edGrp="everyone" w:colFirst="2" w:colLast="2"/>
            <w:permStart w:id="1275881951" w:edGrp="everyone" w:colFirst="3" w:colLast="3"/>
            <w:permStart w:id="1239428677" w:edGrp="everyone" w:colFirst="4" w:colLast="4"/>
            <w:permEnd w:id="36985391"/>
            <w:permEnd w:id="1733767703"/>
            <w:permEnd w:id="453724288"/>
            <w:permEnd w:id="755769553"/>
            <w:r>
              <w:rPr>
                <w:rFonts w:ascii="Calibri" w:hAnsi="Calibri"/>
                <w:color w:val="000000"/>
                <w:sz w:val="18"/>
                <w:szCs w:val="18"/>
              </w:rPr>
              <w:t>Is e</w:t>
            </w:r>
            <w:r w:rsidRPr="00D13C10">
              <w:rPr>
                <w:rFonts w:ascii="Calibri" w:hAnsi="Calibri"/>
                <w:color w:val="000000"/>
                <w:sz w:val="18"/>
                <w:szCs w:val="18"/>
              </w:rPr>
              <w:t>xtension ventilation ducting required</w:t>
            </w:r>
            <w:r>
              <w:rPr>
                <w:rFonts w:ascii="Calibri" w:hAnsi="Calibri"/>
                <w:color w:val="000000"/>
                <w:sz w:val="18"/>
                <w:szCs w:val="18"/>
              </w:rPr>
              <w:t>? (extension ventilation is ducting which does not contain any pipework but allows for airflow)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3541101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0E904028" w14:textId="77777777" w:rsidR="006E21A4" w:rsidRPr="006113F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4EF9FF45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5734974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67C2D181" w14:textId="77777777" w:rsidR="006E21A4" w:rsidRPr="006113F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37EC4118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4A690FCD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313698A5" w14:textId="77777777" w:rsidR="006E21A4" w:rsidRPr="00D13C10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1780959329" w:edGrp="everyone" w:colFirst="1" w:colLast="1"/>
            <w:permStart w:id="706749206" w:edGrp="everyone" w:colFirst="2" w:colLast="2"/>
            <w:permStart w:id="1624265018" w:edGrp="everyone" w:colFirst="3" w:colLast="3"/>
            <w:permStart w:id="802055602" w:edGrp="everyone" w:colFirst="4" w:colLast="4"/>
            <w:permEnd w:id="1121933135"/>
            <w:permEnd w:id="1850159286"/>
            <w:permEnd w:id="1275881951"/>
            <w:permEnd w:id="1239428677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Is there a requirement of bonding to </w:t>
            </w:r>
            <w:proofErr w:type="gramStart"/>
            <w:r>
              <w:rPr>
                <w:rFonts w:ascii="Calibri" w:hAnsi="Calibri"/>
                <w:color w:val="000000"/>
                <w:sz w:val="18"/>
                <w:szCs w:val="18"/>
              </w:rPr>
              <w:t>lightning</w:t>
            </w:r>
            <w:proofErr w:type="gramEnd"/>
            <w:r>
              <w:rPr>
                <w:rFonts w:ascii="Calibri" w:hAnsi="Calibri"/>
                <w:color w:val="000000"/>
                <w:sz w:val="18"/>
                <w:szCs w:val="18"/>
              </w:rPr>
              <w:t xml:space="preserve"> conductor if within &lt;500mm or pipework?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5535004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168ABB4D" w14:textId="77777777" w:rsidR="006E21A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634025C7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8899510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2EF634F6" w14:textId="77777777" w:rsidR="006E21A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365A89E6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permEnd w:id="1780959329"/>
      <w:permEnd w:id="706749206"/>
      <w:permEnd w:id="1624265018"/>
      <w:permEnd w:id="802055602"/>
      <w:tr w:rsidR="006E21A4" w:rsidRPr="00685E27" w14:paraId="72BD01BA" w14:textId="77777777" w:rsidTr="002E240F">
        <w:trPr>
          <w:trHeight w:val="20"/>
        </w:trPr>
        <w:tc>
          <w:tcPr>
            <w:tcW w:w="5955" w:type="dxa"/>
            <w:vMerge w:val="restart"/>
            <w:shd w:val="clear" w:color="auto" w:fill="E2EFD9" w:themeFill="accent6" w:themeFillTint="33"/>
            <w:vAlign w:val="center"/>
          </w:tcPr>
          <w:p w14:paraId="3B8FFDBF" w14:textId="77777777" w:rsidR="006E21A4" w:rsidRPr="00685E27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E745B">
              <w:rPr>
                <w:rFonts w:ascii="Calibri" w:hAnsi="Calibri" w:cs="Arial"/>
                <w:b/>
                <w:sz w:val="28"/>
                <w:szCs w:val="18"/>
              </w:rPr>
              <w:t>Risk</w:t>
            </w:r>
            <w:r>
              <w:rPr>
                <w:rFonts w:ascii="Calibri" w:hAnsi="Calibri" w:cs="Arial"/>
                <w:b/>
                <w:sz w:val="28"/>
                <w:szCs w:val="18"/>
              </w:rPr>
              <w:t xml:space="preserve"> – Meter Banks </w:t>
            </w:r>
          </w:p>
        </w:tc>
        <w:tc>
          <w:tcPr>
            <w:tcW w:w="8930" w:type="dxa"/>
            <w:gridSpan w:val="4"/>
            <w:shd w:val="clear" w:color="auto" w:fill="E2EFD9" w:themeFill="accent6" w:themeFillTint="33"/>
            <w:vAlign w:val="center"/>
          </w:tcPr>
          <w:p w14:paraId="1E064CCC" w14:textId="77777777" w:rsidR="006E21A4" w:rsidRPr="00685E27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E745B">
              <w:rPr>
                <w:rFonts w:ascii="Calibri" w:hAnsi="Calibri" w:cs="Arial"/>
                <w:b/>
                <w:szCs w:val="18"/>
              </w:rPr>
              <w:t>Risk Considered</w:t>
            </w:r>
            <w:r>
              <w:rPr>
                <w:rFonts w:ascii="Calibri" w:hAnsi="Calibri" w:cs="Arial"/>
                <w:b/>
                <w:szCs w:val="18"/>
              </w:rPr>
              <w:t xml:space="preserve"> and Assessed</w:t>
            </w:r>
          </w:p>
        </w:tc>
      </w:tr>
      <w:tr w:rsidR="006E21A4" w:rsidRPr="0019152C" w14:paraId="5AE3C986" w14:textId="77777777" w:rsidTr="006E21A4">
        <w:trPr>
          <w:trHeight w:val="20"/>
        </w:trPr>
        <w:tc>
          <w:tcPr>
            <w:tcW w:w="5955" w:type="dxa"/>
            <w:vMerge/>
            <w:shd w:val="clear" w:color="auto" w:fill="E2EFD9" w:themeFill="accent6" w:themeFillTint="33"/>
            <w:vAlign w:val="center"/>
          </w:tcPr>
          <w:p w14:paraId="57F831AF" w14:textId="77777777" w:rsidR="006E21A4" w:rsidRPr="00685E27" w:rsidRDefault="006E21A4" w:rsidP="006E21A4">
            <w:pPr>
              <w:spacing w:after="0" w:line="240" w:lineRule="auto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6796DCD1" w14:textId="77777777" w:rsidR="006E21A4" w:rsidRPr="0019152C" w:rsidRDefault="006E21A4" w:rsidP="006E21A4">
            <w:pPr>
              <w:spacing w:after="0" w:line="240" w:lineRule="auto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Yes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21A21A64" w14:textId="77777777" w:rsidR="006E21A4" w:rsidRPr="0019152C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Mitigation</w:t>
            </w:r>
            <w:r>
              <w:rPr>
                <w:rFonts w:ascii="Calibri" w:hAnsi="Calibri" w:cs="Arial"/>
                <w:b/>
                <w:sz w:val="16"/>
                <w:szCs w:val="18"/>
              </w:rPr>
              <w:t>/Assessment/Explanation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14:paraId="62DB2759" w14:textId="77777777" w:rsidR="006E21A4" w:rsidRPr="0019152C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N/A</w:t>
            </w:r>
          </w:p>
        </w:tc>
        <w:tc>
          <w:tcPr>
            <w:tcW w:w="4536" w:type="dxa"/>
            <w:shd w:val="clear" w:color="auto" w:fill="E2EFD9" w:themeFill="accent6" w:themeFillTint="33"/>
          </w:tcPr>
          <w:p w14:paraId="0C8163F1" w14:textId="77777777" w:rsidR="006E21A4" w:rsidRPr="0019152C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If N/A identify reason why</w:t>
            </w:r>
          </w:p>
        </w:tc>
      </w:tr>
      <w:tr w:rsidR="006E21A4" w:rsidRPr="00347552" w14:paraId="3F259439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6FB703A0" w14:textId="77777777" w:rsidR="006E21A4" w:rsidRPr="00B03E93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1372481955" w:edGrp="everyone" w:colFirst="1" w:colLast="1"/>
            <w:permStart w:id="1818393247" w:edGrp="everyone" w:colFirst="2" w:colLast="2"/>
            <w:permStart w:id="659964826" w:edGrp="everyone" w:colFirst="3" w:colLast="3"/>
            <w:permStart w:id="1678590602" w:edGrp="everyone" w:colFirst="4" w:colLast="4"/>
            <w:r w:rsidRPr="00B03E93">
              <w:rPr>
                <w:rFonts w:ascii="Calibri" w:hAnsi="Calibri"/>
                <w:color w:val="000000"/>
                <w:sz w:val="18"/>
                <w:szCs w:val="18"/>
              </w:rPr>
              <w:t xml:space="preserve">Excess Flow Valves fitted on pipework supplying meter bank. </w:t>
            </w:r>
            <w:r w:rsidRPr="00B03E93">
              <w:rPr>
                <w:rFonts w:ascii="Calibri" w:hAnsi="Calibri"/>
                <w:color w:val="000000"/>
                <w:sz w:val="18"/>
                <w:szCs w:val="18"/>
              </w:rPr>
              <w:br/>
            </w:r>
            <w:r w:rsidRPr="00B03E93">
              <w:rPr>
                <w:rFonts w:ascii="Calibri" w:hAnsi="Calibri"/>
                <w:i/>
                <w:color w:val="000000"/>
                <w:sz w:val="18"/>
                <w:szCs w:val="18"/>
              </w:rPr>
              <w:t>(Identify reason for fitting if applicable)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5047875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5B130B2F" w14:textId="079BACC8" w:rsidR="006E21A4" w:rsidRPr="006113F4" w:rsidRDefault="00122D1F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04A0DFDF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1555318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2AB920AA" w14:textId="77777777" w:rsidR="006E21A4" w:rsidRPr="006113F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1B26EB82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3C316C56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1FB418D0" w14:textId="77777777" w:rsidR="006E21A4" w:rsidRPr="00B03E93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1413812590" w:edGrp="everyone" w:colFirst="1" w:colLast="1"/>
            <w:permStart w:id="2109826151" w:edGrp="everyone" w:colFirst="2" w:colLast="2"/>
            <w:permStart w:id="1763190331" w:edGrp="everyone" w:colFirst="3" w:colLast="3"/>
            <w:permStart w:id="622730555" w:edGrp="everyone" w:colFirst="4" w:colLast="4"/>
            <w:permEnd w:id="1372481955"/>
            <w:permEnd w:id="1818393247"/>
            <w:permEnd w:id="659964826"/>
            <w:permEnd w:id="1678590602"/>
            <w:r w:rsidRPr="00B03E93">
              <w:rPr>
                <w:rFonts w:ascii="Calibri" w:hAnsi="Calibri"/>
                <w:color w:val="000000"/>
                <w:sz w:val="18"/>
                <w:szCs w:val="18"/>
              </w:rPr>
              <w:lastRenderedPageBreak/>
              <w:t>Consideration of meter bank locations (consumer access to ECV, means of escape, protection – location to be included on design drawings)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5461344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5B28AFB0" w14:textId="572764AB" w:rsidR="006E21A4" w:rsidRPr="006113F4" w:rsidRDefault="00122D1F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42E8E1C2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064268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7B299BC0" w14:textId="77777777" w:rsidR="006E21A4" w:rsidRPr="006113F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06491182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77ACBEFB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4F15FD5A" w14:textId="77777777" w:rsidR="006E21A4" w:rsidRPr="00B03E93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891298008" w:edGrp="everyone" w:colFirst="1" w:colLast="1"/>
            <w:permStart w:id="2020752504" w:edGrp="everyone" w:colFirst="2" w:colLast="2"/>
            <w:permStart w:id="2003794357" w:edGrp="everyone" w:colFirst="3" w:colLast="3"/>
            <w:permStart w:id="42544347" w:edGrp="everyone" w:colFirst="4" w:colLast="4"/>
            <w:permEnd w:id="1413812590"/>
            <w:permEnd w:id="2109826151"/>
            <w:permEnd w:id="1763190331"/>
            <w:permEnd w:id="622730555"/>
            <w:r w:rsidRPr="00B03E93">
              <w:rPr>
                <w:rFonts w:ascii="Calibri" w:hAnsi="Calibri"/>
                <w:color w:val="000000"/>
                <w:sz w:val="18"/>
                <w:szCs w:val="18"/>
              </w:rPr>
              <w:t xml:space="preserve">Meter bank within dedicated housing </w:t>
            </w:r>
            <w:r w:rsidRPr="00B03E93">
              <w:rPr>
                <w:rFonts w:ascii="Calibri" w:hAnsi="Calibri"/>
                <w:i/>
                <w:color w:val="000000"/>
                <w:sz w:val="18"/>
                <w:szCs w:val="18"/>
              </w:rPr>
              <w:t>(exact location shown on drawings and ventilation shown)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7111081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19A544EF" w14:textId="77777777" w:rsidR="006E21A4" w:rsidRPr="006113F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74523321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792625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10805C92" w14:textId="77777777" w:rsidR="006E21A4" w:rsidRPr="006113F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276C0FF4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3D32F1C3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39279DFE" w14:textId="77777777" w:rsidR="006E21A4" w:rsidRPr="00B03E93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1467901050" w:edGrp="everyone" w:colFirst="1" w:colLast="1"/>
            <w:permStart w:id="2002008093" w:edGrp="everyone" w:colFirst="2" w:colLast="2"/>
            <w:permStart w:id="1232480433" w:edGrp="everyone" w:colFirst="3" w:colLast="3"/>
            <w:permStart w:id="1087374480" w:edGrp="everyone" w:colFirst="4" w:colLast="4"/>
            <w:permEnd w:id="891298008"/>
            <w:permEnd w:id="2020752504"/>
            <w:permEnd w:id="2003794357"/>
            <w:permEnd w:id="42544347"/>
            <w:r w:rsidRPr="00B03E93">
              <w:rPr>
                <w:rFonts w:ascii="Calibri" w:hAnsi="Calibri"/>
                <w:color w:val="000000"/>
                <w:sz w:val="18"/>
                <w:szCs w:val="18"/>
              </w:rPr>
              <w:t>Ventilation adequate for meter bank enclosure. (Have ventilation calculations been done?)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6955038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3FE4E806" w14:textId="77777777" w:rsidR="006E21A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4BA60459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50259855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3B019FD3" w14:textId="77777777" w:rsidR="006E21A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28"/>
                    <w:szCs w:val="2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485D4528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permEnd w:id="1467901050"/>
      <w:permEnd w:id="2002008093"/>
      <w:permEnd w:id="1232480433"/>
      <w:permEnd w:id="1087374480"/>
      <w:tr w:rsidR="006E21A4" w:rsidRPr="00685E27" w14:paraId="0D2E192B" w14:textId="77777777" w:rsidTr="002E240F">
        <w:trPr>
          <w:trHeight w:val="20"/>
        </w:trPr>
        <w:tc>
          <w:tcPr>
            <w:tcW w:w="5955" w:type="dxa"/>
            <w:vMerge w:val="restart"/>
            <w:shd w:val="clear" w:color="auto" w:fill="E2EFD9" w:themeFill="accent6" w:themeFillTint="33"/>
            <w:vAlign w:val="center"/>
          </w:tcPr>
          <w:p w14:paraId="6671A4B2" w14:textId="77777777" w:rsidR="006E21A4" w:rsidRPr="00685E27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E745B">
              <w:rPr>
                <w:rFonts w:ascii="Calibri" w:hAnsi="Calibri" w:cs="Arial"/>
                <w:b/>
                <w:sz w:val="28"/>
                <w:szCs w:val="18"/>
              </w:rPr>
              <w:t>Risk</w:t>
            </w:r>
            <w:r>
              <w:rPr>
                <w:rFonts w:ascii="Calibri" w:hAnsi="Calibri" w:cs="Arial"/>
                <w:b/>
                <w:sz w:val="28"/>
                <w:szCs w:val="18"/>
              </w:rPr>
              <w:t xml:space="preserve"> – Other</w:t>
            </w:r>
          </w:p>
        </w:tc>
        <w:tc>
          <w:tcPr>
            <w:tcW w:w="8930" w:type="dxa"/>
            <w:gridSpan w:val="4"/>
            <w:shd w:val="clear" w:color="auto" w:fill="E2EFD9" w:themeFill="accent6" w:themeFillTint="33"/>
            <w:vAlign w:val="center"/>
          </w:tcPr>
          <w:p w14:paraId="30C83F38" w14:textId="77777777" w:rsidR="006E21A4" w:rsidRPr="00685E27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  <w:r w:rsidRPr="001E745B">
              <w:rPr>
                <w:rFonts w:ascii="Calibri" w:hAnsi="Calibri" w:cs="Arial"/>
                <w:b/>
                <w:szCs w:val="18"/>
              </w:rPr>
              <w:t>Risk Considered</w:t>
            </w:r>
            <w:r>
              <w:rPr>
                <w:rFonts w:ascii="Calibri" w:hAnsi="Calibri" w:cs="Arial"/>
                <w:b/>
                <w:szCs w:val="18"/>
              </w:rPr>
              <w:t xml:space="preserve"> and Assessed</w:t>
            </w:r>
          </w:p>
        </w:tc>
      </w:tr>
      <w:tr w:rsidR="006E21A4" w:rsidRPr="0019152C" w14:paraId="3009254F" w14:textId="77777777" w:rsidTr="006E21A4">
        <w:trPr>
          <w:trHeight w:val="20"/>
        </w:trPr>
        <w:tc>
          <w:tcPr>
            <w:tcW w:w="5955" w:type="dxa"/>
            <w:vMerge/>
            <w:shd w:val="clear" w:color="auto" w:fill="E2EFD9" w:themeFill="accent6" w:themeFillTint="33"/>
            <w:vAlign w:val="center"/>
          </w:tcPr>
          <w:p w14:paraId="3C884796" w14:textId="77777777" w:rsidR="006E21A4" w:rsidRPr="00685E27" w:rsidRDefault="006E21A4" w:rsidP="006E21A4">
            <w:pPr>
              <w:spacing w:after="0" w:line="240" w:lineRule="auto"/>
              <w:jc w:val="center"/>
              <w:rPr>
                <w:rFonts w:ascii="Calibri" w:hAnsi="Calibri" w:cs="Arial"/>
                <w:b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E2EFD9" w:themeFill="accent6" w:themeFillTint="33"/>
            <w:vAlign w:val="center"/>
          </w:tcPr>
          <w:p w14:paraId="532F0B79" w14:textId="77777777" w:rsidR="006E21A4" w:rsidRPr="0019152C" w:rsidRDefault="006E21A4" w:rsidP="006E21A4">
            <w:pPr>
              <w:spacing w:after="0" w:line="240" w:lineRule="auto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Yes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4ED813D2" w14:textId="77777777" w:rsidR="006E21A4" w:rsidRPr="0019152C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Mitigation</w:t>
            </w:r>
            <w:r>
              <w:rPr>
                <w:rFonts w:ascii="Calibri" w:hAnsi="Calibri" w:cs="Arial"/>
                <w:b/>
                <w:sz w:val="16"/>
                <w:szCs w:val="18"/>
              </w:rPr>
              <w:t>/Assessment/Explanation</w:t>
            </w:r>
          </w:p>
        </w:tc>
        <w:tc>
          <w:tcPr>
            <w:tcW w:w="567" w:type="dxa"/>
            <w:shd w:val="clear" w:color="auto" w:fill="E2EFD9" w:themeFill="accent6" w:themeFillTint="33"/>
          </w:tcPr>
          <w:p w14:paraId="527D4A96" w14:textId="77777777" w:rsidR="006E21A4" w:rsidRPr="0019152C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N/A</w:t>
            </w:r>
          </w:p>
        </w:tc>
        <w:tc>
          <w:tcPr>
            <w:tcW w:w="4536" w:type="dxa"/>
            <w:shd w:val="clear" w:color="auto" w:fill="E2EFD9" w:themeFill="accent6" w:themeFillTint="33"/>
          </w:tcPr>
          <w:p w14:paraId="2BA33A87" w14:textId="77777777" w:rsidR="006E21A4" w:rsidRPr="0019152C" w:rsidRDefault="006E21A4" w:rsidP="006E21A4">
            <w:pPr>
              <w:spacing w:after="0"/>
              <w:jc w:val="center"/>
              <w:rPr>
                <w:rFonts w:ascii="Calibri" w:hAnsi="Calibri" w:cs="Arial"/>
                <w:b/>
                <w:sz w:val="16"/>
                <w:szCs w:val="18"/>
              </w:rPr>
            </w:pPr>
            <w:r w:rsidRPr="0019152C">
              <w:rPr>
                <w:rFonts w:ascii="Calibri" w:hAnsi="Calibri" w:cs="Arial"/>
                <w:b/>
                <w:sz w:val="16"/>
                <w:szCs w:val="18"/>
              </w:rPr>
              <w:t>If N/A identify reason why</w:t>
            </w:r>
          </w:p>
        </w:tc>
      </w:tr>
      <w:tr w:rsidR="006E21A4" w:rsidRPr="00347552" w14:paraId="7F05B125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69E9207D" w14:textId="77777777" w:rsidR="006E21A4" w:rsidRPr="00B03E93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2025849948" w:edGrp="everyone" w:colFirst="1" w:colLast="1"/>
            <w:permStart w:id="204169379" w:edGrp="everyone" w:colFirst="2" w:colLast="2"/>
            <w:permStart w:id="1782319083" w:edGrp="everyone" w:colFirst="3" w:colLast="3"/>
            <w:permStart w:id="1882015721" w:edGrp="everyone" w:colFirst="4" w:colLast="4"/>
            <w:r w:rsidRPr="00B03E93">
              <w:rPr>
                <w:rFonts w:ascii="Calibri" w:hAnsi="Calibri"/>
                <w:color w:val="000000"/>
                <w:sz w:val="18"/>
                <w:szCs w:val="18"/>
              </w:rPr>
              <w:t>(Insert any specific risk assessments not covered above)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765814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2F903E9E" w14:textId="47980099" w:rsidR="006E21A4" w:rsidRPr="006113F4" w:rsidRDefault="00122D1F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4BBEF9C1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1011681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78805074" w14:textId="77777777" w:rsidR="006E21A4" w:rsidRPr="006113F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6D9B6F32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tr w:rsidR="006E21A4" w:rsidRPr="00347552" w14:paraId="0D83324A" w14:textId="77777777" w:rsidTr="006E21A4">
        <w:trPr>
          <w:trHeight w:val="20"/>
        </w:trPr>
        <w:tc>
          <w:tcPr>
            <w:tcW w:w="5955" w:type="dxa"/>
            <w:tcBorders>
              <w:bottom w:val="single" w:sz="4" w:space="0" w:color="FF0000"/>
            </w:tcBorders>
            <w:shd w:val="clear" w:color="auto" w:fill="F2F2F2" w:themeFill="background1" w:themeFillShade="F2"/>
            <w:vAlign w:val="bottom"/>
          </w:tcPr>
          <w:p w14:paraId="1869CC82" w14:textId="77777777" w:rsidR="006E21A4" w:rsidRPr="00B03E93" w:rsidRDefault="006E21A4" w:rsidP="006E21A4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rPr>
                <w:rFonts w:ascii="Calibri" w:hAnsi="Calibri"/>
                <w:color w:val="000000"/>
                <w:sz w:val="18"/>
                <w:szCs w:val="18"/>
              </w:rPr>
            </w:pPr>
            <w:permStart w:id="875444465" w:edGrp="everyone" w:colFirst="1" w:colLast="1"/>
            <w:permStart w:id="1498219104" w:edGrp="everyone" w:colFirst="2" w:colLast="2"/>
            <w:permStart w:id="822748323" w:edGrp="everyone" w:colFirst="3" w:colLast="3"/>
            <w:permStart w:id="779884549" w:edGrp="everyone" w:colFirst="4" w:colLast="4"/>
            <w:permEnd w:id="2025849948"/>
            <w:permEnd w:id="204169379"/>
            <w:permEnd w:id="1782319083"/>
            <w:permEnd w:id="1882015721"/>
            <w:r w:rsidRPr="00B03E93">
              <w:rPr>
                <w:rFonts w:ascii="Calibri" w:hAnsi="Calibri"/>
                <w:color w:val="000000"/>
                <w:sz w:val="18"/>
                <w:szCs w:val="18"/>
              </w:rPr>
              <w:t>(Insert any specific risk assessments not covered above)</w:t>
            </w: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-4591093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shd w:val="clear" w:color="auto" w:fill="auto"/>
                <w:vAlign w:val="center"/>
              </w:tcPr>
              <w:p w14:paraId="2DD758A4" w14:textId="77777777" w:rsidR="006E21A4" w:rsidRPr="006113F4" w:rsidRDefault="006E21A4" w:rsidP="006E21A4">
                <w:pPr>
                  <w:spacing w:after="0" w:line="240" w:lineRule="auto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3260" w:type="dxa"/>
            <w:tcBorders>
              <w:bottom w:val="single" w:sz="4" w:space="0" w:color="FF0000"/>
            </w:tcBorders>
            <w:shd w:val="clear" w:color="auto" w:fill="auto"/>
            <w:vAlign w:val="center"/>
          </w:tcPr>
          <w:p w14:paraId="39705502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  <w:sdt>
          <w:sdtPr>
            <w:rPr>
              <w:rFonts w:ascii="Calibri" w:hAnsi="Calibri" w:cs="Arial"/>
              <w:sz w:val="28"/>
              <w:szCs w:val="28"/>
            </w:rPr>
            <w:id w:val="17860005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67" w:type="dxa"/>
                <w:tcBorders>
                  <w:bottom w:val="single" w:sz="4" w:space="0" w:color="FF0000"/>
                </w:tcBorders>
                <w:vAlign w:val="center"/>
              </w:tcPr>
              <w:p w14:paraId="257A07DE" w14:textId="77777777" w:rsidR="006E21A4" w:rsidRPr="006113F4" w:rsidRDefault="006E21A4" w:rsidP="006E21A4">
                <w:pPr>
                  <w:spacing w:after="0"/>
                  <w:jc w:val="center"/>
                  <w:rPr>
                    <w:rFonts w:ascii="Calibri" w:hAnsi="Calibri" w:cs="Arial"/>
                    <w:sz w:val="18"/>
                    <w:szCs w:val="18"/>
                  </w:rPr>
                </w:pPr>
                <w:r w:rsidRPr="003567ED">
                  <w:rPr>
                    <w:rFonts w:ascii="MS Gothic" w:eastAsia="MS Gothic" w:hAnsi="MS Gothic" w:cs="Arial" w:hint="eastAsia"/>
                    <w:sz w:val="28"/>
                    <w:szCs w:val="28"/>
                  </w:rPr>
                  <w:t>☐</w:t>
                </w:r>
              </w:p>
            </w:tc>
          </w:sdtContent>
        </w:sdt>
        <w:tc>
          <w:tcPr>
            <w:tcW w:w="4536" w:type="dxa"/>
            <w:tcBorders>
              <w:bottom w:val="single" w:sz="4" w:space="0" w:color="FF0000"/>
            </w:tcBorders>
            <w:vAlign w:val="center"/>
          </w:tcPr>
          <w:p w14:paraId="558C96D4" w14:textId="77777777" w:rsidR="006E21A4" w:rsidRPr="006113F4" w:rsidRDefault="006E21A4" w:rsidP="006E21A4">
            <w:pPr>
              <w:spacing w:after="0"/>
              <w:jc w:val="center"/>
              <w:rPr>
                <w:rFonts w:ascii="Calibri" w:hAnsi="Calibri" w:cs="Arial"/>
                <w:sz w:val="18"/>
                <w:szCs w:val="18"/>
              </w:rPr>
            </w:pPr>
          </w:p>
        </w:tc>
      </w:tr>
      <w:permEnd w:id="875444465"/>
      <w:permEnd w:id="1498219104"/>
      <w:permEnd w:id="822748323"/>
      <w:permEnd w:id="779884549"/>
      <w:tr w:rsidR="006E21A4" w:rsidRPr="00347552" w14:paraId="3F23308E" w14:textId="77777777" w:rsidTr="00C67281">
        <w:trPr>
          <w:trHeight w:val="493"/>
        </w:trPr>
        <w:tc>
          <w:tcPr>
            <w:tcW w:w="14885" w:type="dxa"/>
            <w:gridSpan w:val="5"/>
            <w:tcBorders>
              <w:bottom w:val="single" w:sz="4" w:space="0" w:color="FF0000"/>
            </w:tcBorders>
            <w:shd w:val="clear" w:color="auto" w:fill="FBE4D5" w:themeFill="accent2" w:themeFillTint="33"/>
            <w:vAlign w:val="center"/>
          </w:tcPr>
          <w:p w14:paraId="7D2CEA3D" w14:textId="77777777" w:rsidR="006E21A4" w:rsidRDefault="006E21A4" w:rsidP="006E21A4">
            <w:pPr>
              <w:spacing w:after="0"/>
              <w:rPr>
                <w:rFonts w:ascii="Calibri" w:hAnsi="Calibri" w:cs="Arial"/>
                <w:sz w:val="18"/>
                <w:szCs w:val="18"/>
              </w:rPr>
            </w:pPr>
            <w:r>
              <w:rPr>
                <w:rFonts w:ascii="Calibri" w:hAnsi="Calibri" w:cs="Arial"/>
                <w:sz w:val="18"/>
                <w:szCs w:val="18"/>
              </w:rPr>
              <w:t xml:space="preserve">The </w:t>
            </w:r>
            <w:r>
              <w:rPr>
                <w:rFonts w:ascii="Calibri" w:hAnsi="Calibri" w:cs="Arial"/>
                <w:b/>
                <w:color w:val="FF0000"/>
                <w:sz w:val="18"/>
                <w:szCs w:val="18"/>
              </w:rPr>
              <w:t>DESIGN MANAGER</w:t>
            </w:r>
            <w:r w:rsidRPr="00703D5E">
              <w:rPr>
                <w:rFonts w:ascii="Calibri" w:hAnsi="Calibri" w:cs="Arial"/>
                <w:color w:val="FF0000"/>
                <w:sz w:val="18"/>
                <w:szCs w:val="18"/>
              </w:rPr>
              <w:t xml:space="preserve"> </w:t>
            </w:r>
            <w:r>
              <w:rPr>
                <w:rFonts w:ascii="Calibri" w:hAnsi="Calibri" w:cs="Arial"/>
                <w:sz w:val="18"/>
                <w:szCs w:val="18"/>
              </w:rPr>
              <w:t>must confirm that the above checks have been completed, and any relevant information has been included in the work pack for the job.</w:t>
            </w:r>
          </w:p>
        </w:tc>
      </w:tr>
      <w:tr w:rsidR="006E21A4" w:rsidRPr="00347552" w14:paraId="0B54C603" w14:textId="77777777" w:rsidTr="007A10D6">
        <w:trPr>
          <w:trHeight w:val="363"/>
        </w:trPr>
        <w:tc>
          <w:tcPr>
            <w:tcW w:w="5955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auto"/>
            <w:vAlign w:val="center"/>
          </w:tcPr>
          <w:p w14:paraId="440A7DF2" w14:textId="77777777" w:rsidR="006E21A4" w:rsidRPr="005C152D" w:rsidRDefault="006E21A4" w:rsidP="006E21A4">
            <w:pPr>
              <w:spacing w:after="0" w:line="240" w:lineRule="auto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  <w:permStart w:id="2093027935" w:edGrp="everyone" w:colFirst="0" w:colLast="0"/>
            <w:permStart w:id="1606835785" w:edGrp="everyone" w:colFirst="1" w:colLast="1"/>
            <w:permStart w:id="2043611642" w:edGrp="everyone" w:colFirst="2" w:colLast="2"/>
            <w:r w:rsidRPr="005C152D">
              <w:rPr>
                <w:color w:val="FF0000"/>
                <w:sz w:val="18"/>
              </w:rPr>
              <w:t>Name</w:t>
            </w:r>
            <w:r>
              <w:rPr>
                <w:color w:val="FF0000"/>
                <w:sz w:val="18"/>
              </w:rPr>
              <w:t xml:space="preserve"> (Designer)</w:t>
            </w:r>
            <w:r w:rsidRPr="005C152D">
              <w:rPr>
                <w:color w:val="FF0000"/>
                <w:sz w:val="18"/>
              </w:rPr>
              <w:t>:</w:t>
            </w:r>
          </w:p>
        </w:tc>
        <w:tc>
          <w:tcPr>
            <w:tcW w:w="3827" w:type="dxa"/>
            <w:gridSpan w:val="2"/>
            <w:tcBorders>
              <w:top w:val="single" w:sz="4" w:space="0" w:color="FF0000"/>
              <w:bottom w:val="single" w:sz="4" w:space="0" w:color="FF0000"/>
            </w:tcBorders>
            <w:shd w:val="clear" w:color="auto" w:fill="auto"/>
            <w:vAlign w:val="center"/>
          </w:tcPr>
          <w:p w14:paraId="618E75E4" w14:textId="77777777" w:rsidR="006E21A4" w:rsidRPr="005C152D" w:rsidRDefault="006E21A4" w:rsidP="006E21A4">
            <w:pPr>
              <w:spacing w:after="0" w:line="240" w:lineRule="auto"/>
              <w:rPr>
                <w:rFonts w:ascii="Calibri" w:hAnsi="Calibri" w:cs="Arial"/>
                <w:b/>
                <w:color w:val="FF0000"/>
                <w:sz w:val="18"/>
                <w:szCs w:val="18"/>
              </w:rPr>
            </w:pPr>
            <w:r w:rsidRPr="005C152D">
              <w:rPr>
                <w:color w:val="FF0000"/>
                <w:sz w:val="18"/>
              </w:rPr>
              <w:t>Date:</w:t>
            </w:r>
          </w:p>
        </w:tc>
        <w:tc>
          <w:tcPr>
            <w:tcW w:w="5103" w:type="dxa"/>
            <w:gridSpan w:val="2"/>
            <w:tcBorders>
              <w:top w:val="single" w:sz="4" w:space="0" w:color="FF0000"/>
              <w:bottom w:val="single" w:sz="4" w:space="0" w:color="FF0000"/>
            </w:tcBorders>
            <w:shd w:val="clear" w:color="auto" w:fill="auto"/>
            <w:vAlign w:val="center"/>
          </w:tcPr>
          <w:p w14:paraId="314DA8E2" w14:textId="77777777" w:rsidR="006E21A4" w:rsidRPr="005C152D" w:rsidRDefault="006E21A4" w:rsidP="006E21A4">
            <w:pPr>
              <w:spacing w:after="0" w:line="240" w:lineRule="auto"/>
              <w:rPr>
                <w:color w:val="FF0000"/>
                <w:sz w:val="18"/>
              </w:rPr>
            </w:pPr>
            <w:r w:rsidRPr="005C152D">
              <w:rPr>
                <w:color w:val="FF0000"/>
                <w:sz w:val="18"/>
              </w:rPr>
              <w:t>Signature:</w:t>
            </w:r>
          </w:p>
        </w:tc>
      </w:tr>
      <w:tr w:rsidR="006E21A4" w:rsidRPr="00347552" w14:paraId="21431E58" w14:textId="77777777" w:rsidTr="007A10D6">
        <w:trPr>
          <w:trHeight w:val="363"/>
        </w:trPr>
        <w:tc>
          <w:tcPr>
            <w:tcW w:w="5955" w:type="dxa"/>
            <w:tcBorders>
              <w:top w:val="single" w:sz="4" w:space="0" w:color="FF0000"/>
              <w:bottom w:val="single" w:sz="4" w:space="0" w:color="FF0000"/>
            </w:tcBorders>
            <w:shd w:val="clear" w:color="auto" w:fill="auto"/>
            <w:vAlign w:val="center"/>
          </w:tcPr>
          <w:p w14:paraId="4E3D27BF" w14:textId="77777777" w:rsidR="006E21A4" w:rsidRPr="005C152D" w:rsidRDefault="006E21A4" w:rsidP="006E21A4">
            <w:pPr>
              <w:spacing w:after="0" w:line="240" w:lineRule="auto"/>
              <w:rPr>
                <w:color w:val="FF0000"/>
                <w:sz w:val="18"/>
              </w:rPr>
            </w:pPr>
            <w:permStart w:id="1272405877" w:edGrp="everyone" w:colFirst="0" w:colLast="0"/>
            <w:permStart w:id="2068787689" w:edGrp="everyone" w:colFirst="1" w:colLast="1"/>
            <w:permStart w:id="849891944" w:edGrp="everyone" w:colFirst="2" w:colLast="2"/>
            <w:permEnd w:id="2093027935"/>
            <w:permEnd w:id="1606835785"/>
            <w:permEnd w:id="2043611642"/>
            <w:r>
              <w:rPr>
                <w:color w:val="FF0000"/>
                <w:sz w:val="18"/>
              </w:rPr>
              <w:t>Name (Manager):</w:t>
            </w:r>
          </w:p>
        </w:tc>
        <w:tc>
          <w:tcPr>
            <w:tcW w:w="3827" w:type="dxa"/>
            <w:gridSpan w:val="2"/>
            <w:tcBorders>
              <w:top w:val="single" w:sz="4" w:space="0" w:color="FF0000"/>
              <w:bottom w:val="single" w:sz="4" w:space="0" w:color="FF0000"/>
            </w:tcBorders>
            <w:shd w:val="clear" w:color="auto" w:fill="auto"/>
            <w:vAlign w:val="center"/>
          </w:tcPr>
          <w:p w14:paraId="1B2AAF3E" w14:textId="77777777" w:rsidR="006E21A4" w:rsidRPr="005C152D" w:rsidRDefault="006E21A4" w:rsidP="006E21A4">
            <w:pPr>
              <w:spacing w:after="0" w:line="240" w:lineRule="auto"/>
              <w:rPr>
                <w:color w:val="FF0000"/>
                <w:sz w:val="18"/>
              </w:rPr>
            </w:pPr>
            <w:r w:rsidRPr="005C152D">
              <w:rPr>
                <w:color w:val="FF0000"/>
                <w:sz w:val="18"/>
              </w:rPr>
              <w:t>Date:</w:t>
            </w:r>
          </w:p>
        </w:tc>
        <w:tc>
          <w:tcPr>
            <w:tcW w:w="5103" w:type="dxa"/>
            <w:gridSpan w:val="2"/>
            <w:tcBorders>
              <w:top w:val="single" w:sz="4" w:space="0" w:color="FF0000"/>
              <w:bottom w:val="single" w:sz="4" w:space="0" w:color="FF0000"/>
            </w:tcBorders>
            <w:shd w:val="clear" w:color="auto" w:fill="auto"/>
            <w:vAlign w:val="center"/>
          </w:tcPr>
          <w:p w14:paraId="4F91A3BB" w14:textId="77777777" w:rsidR="006E21A4" w:rsidRPr="005C152D" w:rsidRDefault="006E21A4" w:rsidP="006E21A4">
            <w:pPr>
              <w:spacing w:after="0" w:line="240" w:lineRule="auto"/>
              <w:rPr>
                <w:color w:val="FF0000"/>
                <w:sz w:val="18"/>
              </w:rPr>
            </w:pPr>
            <w:r w:rsidRPr="005C152D">
              <w:rPr>
                <w:color w:val="FF0000"/>
                <w:sz w:val="18"/>
              </w:rPr>
              <w:t>Signature:</w:t>
            </w:r>
          </w:p>
        </w:tc>
      </w:tr>
      <w:permEnd w:id="1272405877"/>
      <w:permEnd w:id="2068787689"/>
      <w:permEnd w:id="849891944"/>
    </w:tbl>
    <w:p w14:paraId="26EFCE8B" w14:textId="77777777" w:rsidR="00703D5E" w:rsidRDefault="00703D5E" w:rsidP="00E6333B"/>
    <w:sectPr w:rsidR="00703D5E" w:rsidSect="008F7DBD">
      <w:headerReference w:type="default" r:id="rId11"/>
      <w:footerReference w:type="default" r:id="rId12"/>
      <w:pgSz w:w="15840" w:h="12240" w:orient="landscape"/>
      <w:pgMar w:top="1617" w:right="1440" w:bottom="1440" w:left="1440" w:header="708" w:footer="7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1FAF60" w14:textId="77777777" w:rsidR="005A3A70" w:rsidRDefault="005A3A70" w:rsidP="00250103">
      <w:pPr>
        <w:spacing w:after="0" w:line="240" w:lineRule="auto"/>
      </w:pPr>
      <w:r>
        <w:separator/>
      </w:r>
    </w:p>
  </w:endnote>
  <w:endnote w:type="continuationSeparator" w:id="0">
    <w:p w14:paraId="748AA4E1" w14:textId="77777777" w:rsidR="005A3A70" w:rsidRDefault="005A3A70" w:rsidP="00250103">
      <w:pPr>
        <w:spacing w:after="0" w:line="240" w:lineRule="auto"/>
      </w:pPr>
      <w:r>
        <w:continuationSeparator/>
      </w:r>
    </w:p>
  </w:endnote>
  <w:endnote w:type="continuationNotice" w:id="1">
    <w:p w14:paraId="2202F125" w14:textId="77777777" w:rsidR="005A3A70" w:rsidRDefault="005A3A7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55AB05" w14:textId="77777777" w:rsidR="00C91747" w:rsidRPr="00B57BD1" w:rsidRDefault="00EE63B0" w:rsidP="008F7DBD">
    <w:pPr>
      <w:pStyle w:val="Footer"/>
      <w:tabs>
        <w:tab w:val="clear" w:pos="9360"/>
        <w:tab w:val="right" w:pos="11340"/>
      </w:tabs>
    </w:pPr>
    <w:r>
      <w:t xml:space="preserve">MOB Design Risk Assessment </w:t>
    </w:r>
    <w:r w:rsidR="007E14F6">
      <w:t>–</w:t>
    </w:r>
    <w:r>
      <w:t xml:space="preserve"> </w:t>
    </w:r>
    <w:r w:rsidR="00B101F9">
      <w:t>Ver</w:t>
    </w:r>
    <w:r w:rsidR="006E21A4">
      <w:t xml:space="preserve"> </w:t>
    </w:r>
    <w:r w:rsidR="00134D42">
      <w:t>5</w:t>
    </w:r>
    <w:r w:rsidR="007E14F6">
      <w:t xml:space="preserve"> </w:t>
    </w:r>
    <w:r w:rsidR="00134D42">
      <w:t>April 2025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501F2" w14:textId="77777777" w:rsidR="005A3A70" w:rsidRDefault="005A3A70" w:rsidP="00250103">
      <w:pPr>
        <w:spacing w:after="0" w:line="240" w:lineRule="auto"/>
      </w:pPr>
      <w:r>
        <w:separator/>
      </w:r>
    </w:p>
  </w:footnote>
  <w:footnote w:type="continuationSeparator" w:id="0">
    <w:p w14:paraId="3E1DD7DC" w14:textId="77777777" w:rsidR="005A3A70" w:rsidRDefault="005A3A70" w:rsidP="00250103">
      <w:pPr>
        <w:spacing w:after="0" w:line="240" w:lineRule="auto"/>
      </w:pPr>
      <w:r>
        <w:continuationSeparator/>
      </w:r>
    </w:p>
  </w:footnote>
  <w:footnote w:type="continuationNotice" w:id="1">
    <w:p w14:paraId="7EA75EE1" w14:textId="77777777" w:rsidR="005A3A70" w:rsidRDefault="005A3A7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5184BC" w14:textId="77777777" w:rsidR="00E9051B" w:rsidRDefault="007E14F6" w:rsidP="00E9051B">
    <w:pPr>
      <w:pStyle w:val="Header"/>
      <w:tabs>
        <w:tab w:val="clear" w:pos="4680"/>
        <w:tab w:val="clear" w:pos="9360"/>
        <w:tab w:val="left" w:pos="7920"/>
      </w:tabs>
      <w:jc w:val="center"/>
      <w:rPr>
        <w:sz w:val="16"/>
      </w:rPr>
    </w:pPr>
    <w:r>
      <w:rPr>
        <w:noProof/>
        <w:sz w:val="32"/>
        <w:szCs w:val="32"/>
        <w:lang w:val="en-GB" w:eastAsia="en-GB"/>
      </w:rPr>
      <w:drawing>
        <wp:anchor distT="0" distB="0" distL="114300" distR="114300" simplePos="0" relativeHeight="251658240" behindDoc="0" locked="0" layoutInCell="1" allowOverlap="1" wp14:anchorId="0D2CC3EB" wp14:editId="0964CC6B">
          <wp:simplePos x="0" y="0"/>
          <wp:positionH relativeFrom="column">
            <wp:posOffset>-645795</wp:posOffset>
          </wp:positionH>
          <wp:positionV relativeFrom="paragraph">
            <wp:posOffset>-82339</wp:posOffset>
          </wp:positionV>
          <wp:extent cx="1302698" cy="549054"/>
          <wp:effectExtent l="0" t="0" r="0" b="3810"/>
          <wp:wrapNone/>
          <wp:docPr id="55" name="Pictur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GN Logo - Blank Background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02698" cy="54905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AF5C0C">
      <w:rPr>
        <w:noProof/>
        <w:sz w:val="32"/>
        <w:szCs w:val="32"/>
        <w:lang w:val="en-GB" w:eastAsia="en-GB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7B02CFA4" wp14:editId="35E4D30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10058400" cy="273050"/>
              <wp:effectExtent l="0" t="0" r="0" b="12700"/>
              <wp:wrapNone/>
              <wp:docPr id="1" name="Text Box 1" descr="{&quot;HashCode&quot;:2027334168,&quot;Height&quot;:612.0,&quot;Width&quot;:792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005840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6805749" w14:textId="77777777" w:rsidR="00AF5C0C" w:rsidRPr="00AF5C0C" w:rsidRDefault="00AF5C0C" w:rsidP="00AF5C0C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AF5C0C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B02CFA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alt="{&quot;HashCode&quot;:2027334168,&quot;Height&quot;:612.0,&quot;Width&quot;:792.0,&quot;Placement&quot;:&quot;Header&quot;,&quot;Index&quot;:&quot;Primary&quot;,&quot;Section&quot;:1,&quot;Top&quot;:0.0,&quot;Left&quot;:0.0}" style="position:absolute;left:0;text-align:left;margin-left:0;margin-top:15pt;width:11in;height:21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" o:allowincell="f" filled="f" stroked="f" strokeweight=".5pt">
              <v:textbox inset="20pt,0,,0">
                <w:txbxContent>
                  <w:p w14:paraId="26805749" w14:textId="77777777" w:rsidR="00AF5C0C" w:rsidRPr="00AF5C0C" w:rsidRDefault="00AF5C0C" w:rsidP="00AF5C0C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AF5C0C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C91747" w:rsidRPr="00D12330">
      <w:rPr>
        <w:sz w:val="32"/>
        <w:szCs w:val="32"/>
      </w:rPr>
      <w:t>SGN</w:t>
    </w:r>
    <w:r>
      <w:rPr>
        <w:sz w:val="32"/>
        <w:szCs w:val="32"/>
      </w:rPr>
      <w:t xml:space="preserve"> Multi Occupancy Building Risk Assessment</w:t>
    </w:r>
    <w:r w:rsidR="00C91747">
      <w:rPr>
        <w:sz w:val="32"/>
        <w:szCs w:val="32"/>
      </w:rPr>
      <w:br/>
    </w:r>
    <w:r w:rsidR="00E9051B" w:rsidRPr="001E745B">
      <w:rPr>
        <w:sz w:val="16"/>
      </w:rPr>
      <w:t xml:space="preserve">Risk Assessment for the Design and Construction of Meter Banks, Risers, and Laterals within Flatted Properties </w:t>
    </w:r>
  </w:p>
  <w:p w14:paraId="4A5E1389" w14:textId="77777777" w:rsidR="00E9051B" w:rsidRDefault="00E9051B" w:rsidP="00E9051B">
    <w:pPr>
      <w:pStyle w:val="Header"/>
      <w:tabs>
        <w:tab w:val="clear" w:pos="4680"/>
        <w:tab w:val="clear" w:pos="9360"/>
        <w:tab w:val="left" w:pos="7920"/>
      </w:tabs>
      <w:jc w:val="center"/>
    </w:pPr>
    <w:r w:rsidRPr="001E745B">
      <w:rPr>
        <w:sz w:val="16"/>
      </w:rPr>
      <w:t xml:space="preserve">in compliance with </w:t>
    </w:r>
    <w:r>
      <w:rPr>
        <w:sz w:val="16"/>
      </w:rPr>
      <w:t>IGEM G/5/ edition 3 and other relevant standards</w:t>
    </w:r>
  </w:p>
  <w:p w14:paraId="1620568C" w14:textId="77777777" w:rsidR="00C91747" w:rsidRDefault="00C91747" w:rsidP="00703D5E">
    <w:pPr>
      <w:pStyle w:val="Header"/>
      <w:tabs>
        <w:tab w:val="clear" w:pos="4680"/>
        <w:tab w:val="clear" w:pos="9360"/>
        <w:tab w:val="left" w:pos="7920"/>
      </w:tabs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8A357E"/>
    <w:multiLevelType w:val="hybridMultilevel"/>
    <w:tmpl w:val="DD8032C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44331B"/>
    <w:multiLevelType w:val="hybridMultilevel"/>
    <w:tmpl w:val="C0FE5A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C448A6"/>
    <w:multiLevelType w:val="hybridMultilevel"/>
    <w:tmpl w:val="924ABA42"/>
    <w:lvl w:ilvl="0" w:tplc="F460A5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DA5BE6"/>
    <w:multiLevelType w:val="hybridMultilevel"/>
    <w:tmpl w:val="BE3A72C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321476"/>
    <w:multiLevelType w:val="hybridMultilevel"/>
    <w:tmpl w:val="44FA879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8A4BD0"/>
    <w:multiLevelType w:val="hybridMultilevel"/>
    <w:tmpl w:val="CB18D5D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570858"/>
    <w:multiLevelType w:val="hybridMultilevel"/>
    <w:tmpl w:val="A9FE00C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2963F2"/>
    <w:multiLevelType w:val="hybridMultilevel"/>
    <w:tmpl w:val="EBDAC7D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F756F"/>
    <w:multiLevelType w:val="hybridMultilevel"/>
    <w:tmpl w:val="D2DCC9B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B75E85"/>
    <w:multiLevelType w:val="hybridMultilevel"/>
    <w:tmpl w:val="B3D6AEA4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2366AB9"/>
    <w:multiLevelType w:val="hybridMultilevel"/>
    <w:tmpl w:val="0B90F2F8"/>
    <w:lvl w:ilvl="0" w:tplc="FFFFFFF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7A877F9"/>
    <w:multiLevelType w:val="hybridMultilevel"/>
    <w:tmpl w:val="B784F1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CF4A8B"/>
    <w:multiLevelType w:val="hybridMultilevel"/>
    <w:tmpl w:val="F072F9E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333020"/>
    <w:multiLevelType w:val="hybridMultilevel"/>
    <w:tmpl w:val="CDA48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8638760">
    <w:abstractNumId w:val="13"/>
  </w:num>
  <w:num w:numId="2" w16cid:durableId="1567452884">
    <w:abstractNumId w:val="2"/>
  </w:num>
  <w:num w:numId="3" w16cid:durableId="856846958">
    <w:abstractNumId w:val="5"/>
  </w:num>
  <w:num w:numId="4" w16cid:durableId="756291838">
    <w:abstractNumId w:val="1"/>
  </w:num>
  <w:num w:numId="5" w16cid:durableId="1672100650">
    <w:abstractNumId w:val="11"/>
  </w:num>
  <w:num w:numId="6" w16cid:durableId="142742596">
    <w:abstractNumId w:val="3"/>
  </w:num>
  <w:num w:numId="7" w16cid:durableId="635644551">
    <w:abstractNumId w:val="4"/>
  </w:num>
  <w:num w:numId="8" w16cid:durableId="1944146019">
    <w:abstractNumId w:val="6"/>
  </w:num>
  <w:num w:numId="9" w16cid:durableId="61610388">
    <w:abstractNumId w:val="12"/>
  </w:num>
  <w:num w:numId="10" w16cid:durableId="179469457">
    <w:abstractNumId w:val="7"/>
  </w:num>
  <w:num w:numId="11" w16cid:durableId="2104646317">
    <w:abstractNumId w:val="10"/>
  </w:num>
  <w:num w:numId="12" w16cid:durableId="979729615">
    <w:abstractNumId w:val="9"/>
  </w:num>
  <w:num w:numId="13" w16cid:durableId="2144959022">
    <w:abstractNumId w:val="0"/>
  </w:num>
  <w:num w:numId="14" w16cid:durableId="13942312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en-US" w:vendorID="64" w:dllVersion="0" w:nlCheck="1" w:checkStyle="0"/>
  <w:activeWritingStyle w:appName="MSWord" w:lang="en-GB" w:vendorID="64" w:dllVersion="0" w:nlCheck="1" w:checkStyle="0"/>
  <w:proofState w:spelling="clean" w:grammar="clean"/>
  <w:attachedTemplate r:id="rId1"/>
  <w:documentProtection w:edit="readOnly" w:enforcement="1" w:cryptProviderType="rsaAES" w:cryptAlgorithmClass="hash" w:cryptAlgorithmType="typeAny" w:cryptAlgorithmSid="14" w:cryptSpinCount="100000" w:hash="TrOu/Wst+j9NsEjjOZMdNC8jWqAjNi4ha301SDLLT4VFlgMrgR+6Ui/7eN7rKmGs3LTPLHLOE7v4zL7YwnF/Sg==" w:salt="u4xjtTqFtqoRHnlpayl8NA==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3A70"/>
    <w:rsid w:val="000070EF"/>
    <w:rsid w:val="00011FE5"/>
    <w:rsid w:val="00014620"/>
    <w:rsid w:val="00026805"/>
    <w:rsid w:val="00062313"/>
    <w:rsid w:val="00064B2D"/>
    <w:rsid w:val="000669A2"/>
    <w:rsid w:val="00073B10"/>
    <w:rsid w:val="000758B5"/>
    <w:rsid w:val="0009248A"/>
    <w:rsid w:val="00092D01"/>
    <w:rsid w:val="00095E3C"/>
    <w:rsid w:val="000A20B5"/>
    <w:rsid w:val="000B159E"/>
    <w:rsid w:val="000B49D8"/>
    <w:rsid w:val="000B7B7B"/>
    <w:rsid w:val="000C14B2"/>
    <w:rsid w:val="000C289E"/>
    <w:rsid w:val="000C6CE3"/>
    <w:rsid w:val="000C7F35"/>
    <w:rsid w:val="000D349B"/>
    <w:rsid w:val="000E49F6"/>
    <w:rsid w:val="0010075D"/>
    <w:rsid w:val="00107E8C"/>
    <w:rsid w:val="00111F29"/>
    <w:rsid w:val="00122D1F"/>
    <w:rsid w:val="0012579F"/>
    <w:rsid w:val="00134D42"/>
    <w:rsid w:val="00157187"/>
    <w:rsid w:val="00157C81"/>
    <w:rsid w:val="00160D06"/>
    <w:rsid w:val="00164F6D"/>
    <w:rsid w:val="00181393"/>
    <w:rsid w:val="001850B9"/>
    <w:rsid w:val="00185E1D"/>
    <w:rsid w:val="00190239"/>
    <w:rsid w:val="00191243"/>
    <w:rsid w:val="0019152C"/>
    <w:rsid w:val="00192672"/>
    <w:rsid w:val="0019285B"/>
    <w:rsid w:val="00193E59"/>
    <w:rsid w:val="001A2764"/>
    <w:rsid w:val="001C1E0D"/>
    <w:rsid w:val="001C2861"/>
    <w:rsid w:val="001C3D4B"/>
    <w:rsid w:val="001C4CFC"/>
    <w:rsid w:val="001D0A52"/>
    <w:rsid w:val="001E745B"/>
    <w:rsid w:val="001F3668"/>
    <w:rsid w:val="00200A34"/>
    <w:rsid w:val="00207187"/>
    <w:rsid w:val="002414D5"/>
    <w:rsid w:val="00250103"/>
    <w:rsid w:val="00253969"/>
    <w:rsid w:val="00256687"/>
    <w:rsid w:val="00270FA0"/>
    <w:rsid w:val="00272B58"/>
    <w:rsid w:val="002836D3"/>
    <w:rsid w:val="00287656"/>
    <w:rsid w:val="002905DD"/>
    <w:rsid w:val="0029385C"/>
    <w:rsid w:val="002D2F3C"/>
    <w:rsid w:val="002D7E60"/>
    <w:rsid w:val="002E240F"/>
    <w:rsid w:val="002E63F0"/>
    <w:rsid w:val="00311D6B"/>
    <w:rsid w:val="0032591B"/>
    <w:rsid w:val="003403F4"/>
    <w:rsid w:val="00340953"/>
    <w:rsid w:val="003567ED"/>
    <w:rsid w:val="003572CD"/>
    <w:rsid w:val="00366B3F"/>
    <w:rsid w:val="003A5390"/>
    <w:rsid w:val="003D02BF"/>
    <w:rsid w:val="003D7CD6"/>
    <w:rsid w:val="003E3C0B"/>
    <w:rsid w:val="003E5B0C"/>
    <w:rsid w:val="003F76C9"/>
    <w:rsid w:val="003F7710"/>
    <w:rsid w:val="00404F82"/>
    <w:rsid w:val="00406293"/>
    <w:rsid w:val="0040640A"/>
    <w:rsid w:val="004073EC"/>
    <w:rsid w:val="0041414F"/>
    <w:rsid w:val="00421430"/>
    <w:rsid w:val="00434E2D"/>
    <w:rsid w:val="0044566B"/>
    <w:rsid w:val="00454162"/>
    <w:rsid w:val="0045643B"/>
    <w:rsid w:val="004616CD"/>
    <w:rsid w:val="004647BF"/>
    <w:rsid w:val="00472B19"/>
    <w:rsid w:val="004963F5"/>
    <w:rsid w:val="004A44E3"/>
    <w:rsid w:val="004A5FA8"/>
    <w:rsid w:val="004B2FAD"/>
    <w:rsid w:val="004C0484"/>
    <w:rsid w:val="004C55CE"/>
    <w:rsid w:val="004C5846"/>
    <w:rsid w:val="004D1BA0"/>
    <w:rsid w:val="004D3B4D"/>
    <w:rsid w:val="004D3CB0"/>
    <w:rsid w:val="004D47D0"/>
    <w:rsid w:val="004D5776"/>
    <w:rsid w:val="004D68DC"/>
    <w:rsid w:val="004E5EA2"/>
    <w:rsid w:val="00501B0B"/>
    <w:rsid w:val="00517FD8"/>
    <w:rsid w:val="00524E41"/>
    <w:rsid w:val="005254A9"/>
    <w:rsid w:val="00546977"/>
    <w:rsid w:val="00553CD5"/>
    <w:rsid w:val="00573C9D"/>
    <w:rsid w:val="00592C92"/>
    <w:rsid w:val="005A1D86"/>
    <w:rsid w:val="005A3372"/>
    <w:rsid w:val="005A3A70"/>
    <w:rsid w:val="005A6CAD"/>
    <w:rsid w:val="005A723D"/>
    <w:rsid w:val="005B0143"/>
    <w:rsid w:val="005B0A71"/>
    <w:rsid w:val="005B1A72"/>
    <w:rsid w:val="005C0388"/>
    <w:rsid w:val="005C152D"/>
    <w:rsid w:val="005C2389"/>
    <w:rsid w:val="005C5945"/>
    <w:rsid w:val="005C6943"/>
    <w:rsid w:val="005E15FD"/>
    <w:rsid w:val="005E40D2"/>
    <w:rsid w:val="005F31E5"/>
    <w:rsid w:val="00602CF9"/>
    <w:rsid w:val="006111C6"/>
    <w:rsid w:val="006113F4"/>
    <w:rsid w:val="006257E3"/>
    <w:rsid w:val="00630D78"/>
    <w:rsid w:val="0065174A"/>
    <w:rsid w:val="00656E30"/>
    <w:rsid w:val="00657547"/>
    <w:rsid w:val="006772F2"/>
    <w:rsid w:val="00685C1C"/>
    <w:rsid w:val="00685E27"/>
    <w:rsid w:val="00690500"/>
    <w:rsid w:val="00693A62"/>
    <w:rsid w:val="00697B02"/>
    <w:rsid w:val="006A22AF"/>
    <w:rsid w:val="006A37EE"/>
    <w:rsid w:val="006A6D87"/>
    <w:rsid w:val="006B429E"/>
    <w:rsid w:val="006B7508"/>
    <w:rsid w:val="006C5E68"/>
    <w:rsid w:val="006C7A51"/>
    <w:rsid w:val="006E21A4"/>
    <w:rsid w:val="006E612A"/>
    <w:rsid w:val="006F3979"/>
    <w:rsid w:val="006F5805"/>
    <w:rsid w:val="0070091E"/>
    <w:rsid w:val="00703D5E"/>
    <w:rsid w:val="00717592"/>
    <w:rsid w:val="00722745"/>
    <w:rsid w:val="00724D4E"/>
    <w:rsid w:val="00726AFB"/>
    <w:rsid w:val="007405B5"/>
    <w:rsid w:val="00750FCD"/>
    <w:rsid w:val="00753C8B"/>
    <w:rsid w:val="007628CF"/>
    <w:rsid w:val="00762D8A"/>
    <w:rsid w:val="00764B08"/>
    <w:rsid w:val="00765A1F"/>
    <w:rsid w:val="00775D73"/>
    <w:rsid w:val="00776B5B"/>
    <w:rsid w:val="007772CB"/>
    <w:rsid w:val="0079760F"/>
    <w:rsid w:val="007A10D6"/>
    <w:rsid w:val="007A73E7"/>
    <w:rsid w:val="007B5D53"/>
    <w:rsid w:val="007C0548"/>
    <w:rsid w:val="007E0A2A"/>
    <w:rsid w:val="007E14F6"/>
    <w:rsid w:val="007F1256"/>
    <w:rsid w:val="007F53C1"/>
    <w:rsid w:val="007F68B7"/>
    <w:rsid w:val="0080790C"/>
    <w:rsid w:val="008260B1"/>
    <w:rsid w:val="00835E6A"/>
    <w:rsid w:val="00864037"/>
    <w:rsid w:val="008645F6"/>
    <w:rsid w:val="00875099"/>
    <w:rsid w:val="0088298A"/>
    <w:rsid w:val="00882CEA"/>
    <w:rsid w:val="00885868"/>
    <w:rsid w:val="008A1DB0"/>
    <w:rsid w:val="008B0302"/>
    <w:rsid w:val="008C0AC1"/>
    <w:rsid w:val="008E1AC8"/>
    <w:rsid w:val="008F7DBD"/>
    <w:rsid w:val="00901C1F"/>
    <w:rsid w:val="0090218F"/>
    <w:rsid w:val="00923F0D"/>
    <w:rsid w:val="009340C5"/>
    <w:rsid w:val="0093468F"/>
    <w:rsid w:val="00935936"/>
    <w:rsid w:val="009450B1"/>
    <w:rsid w:val="00970A41"/>
    <w:rsid w:val="00974FD4"/>
    <w:rsid w:val="00976A82"/>
    <w:rsid w:val="00982D8F"/>
    <w:rsid w:val="009A477A"/>
    <w:rsid w:val="009A4BB7"/>
    <w:rsid w:val="009B04E3"/>
    <w:rsid w:val="009C38B6"/>
    <w:rsid w:val="009F1A8A"/>
    <w:rsid w:val="009F5B74"/>
    <w:rsid w:val="009F67E2"/>
    <w:rsid w:val="00A054CD"/>
    <w:rsid w:val="00A06E34"/>
    <w:rsid w:val="00A07246"/>
    <w:rsid w:val="00A21AD5"/>
    <w:rsid w:val="00A33A51"/>
    <w:rsid w:val="00A41FDC"/>
    <w:rsid w:val="00A447DC"/>
    <w:rsid w:val="00A510FE"/>
    <w:rsid w:val="00A66A93"/>
    <w:rsid w:val="00A7294E"/>
    <w:rsid w:val="00A73E77"/>
    <w:rsid w:val="00A76CD1"/>
    <w:rsid w:val="00A93DAC"/>
    <w:rsid w:val="00AC2982"/>
    <w:rsid w:val="00AD4D15"/>
    <w:rsid w:val="00AD7F9A"/>
    <w:rsid w:val="00AE08F9"/>
    <w:rsid w:val="00AE27F3"/>
    <w:rsid w:val="00AE6EF5"/>
    <w:rsid w:val="00AF5C0C"/>
    <w:rsid w:val="00B03E93"/>
    <w:rsid w:val="00B101F9"/>
    <w:rsid w:val="00B2198B"/>
    <w:rsid w:val="00B3516B"/>
    <w:rsid w:val="00B40D8C"/>
    <w:rsid w:val="00B471FB"/>
    <w:rsid w:val="00B47600"/>
    <w:rsid w:val="00B57BD1"/>
    <w:rsid w:val="00BB5213"/>
    <w:rsid w:val="00BC4B4B"/>
    <w:rsid w:val="00BC53A2"/>
    <w:rsid w:val="00BC5854"/>
    <w:rsid w:val="00BD1761"/>
    <w:rsid w:val="00BE643E"/>
    <w:rsid w:val="00BF593D"/>
    <w:rsid w:val="00C0671A"/>
    <w:rsid w:val="00C108AA"/>
    <w:rsid w:val="00C20D28"/>
    <w:rsid w:val="00C34ACF"/>
    <w:rsid w:val="00C360EC"/>
    <w:rsid w:val="00C3767C"/>
    <w:rsid w:val="00C6404A"/>
    <w:rsid w:val="00C67281"/>
    <w:rsid w:val="00C70006"/>
    <w:rsid w:val="00C702A8"/>
    <w:rsid w:val="00C70A39"/>
    <w:rsid w:val="00C70BEE"/>
    <w:rsid w:val="00C71A13"/>
    <w:rsid w:val="00C91747"/>
    <w:rsid w:val="00CA39F3"/>
    <w:rsid w:val="00CA4AE8"/>
    <w:rsid w:val="00CB374A"/>
    <w:rsid w:val="00CB4D49"/>
    <w:rsid w:val="00CB5CA9"/>
    <w:rsid w:val="00CC10B3"/>
    <w:rsid w:val="00CC25F6"/>
    <w:rsid w:val="00CD7636"/>
    <w:rsid w:val="00CF127F"/>
    <w:rsid w:val="00CF3928"/>
    <w:rsid w:val="00CF492F"/>
    <w:rsid w:val="00CF4BE9"/>
    <w:rsid w:val="00CF7BFD"/>
    <w:rsid w:val="00D12330"/>
    <w:rsid w:val="00D13C10"/>
    <w:rsid w:val="00D17E2D"/>
    <w:rsid w:val="00D20489"/>
    <w:rsid w:val="00D2145B"/>
    <w:rsid w:val="00D23596"/>
    <w:rsid w:val="00D379EA"/>
    <w:rsid w:val="00D6096D"/>
    <w:rsid w:val="00D62509"/>
    <w:rsid w:val="00D72DB9"/>
    <w:rsid w:val="00D778F0"/>
    <w:rsid w:val="00D810B0"/>
    <w:rsid w:val="00DA4956"/>
    <w:rsid w:val="00DB3516"/>
    <w:rsid w:val="00DB65D8"/>
    <w:rsid w:val="00DC1499"/>
    <w:rsid w:val="00DC1E69"/>
    <w:rsid w:val="00DC5945"/>
    <w:rsid w:val="00DD048C"/>
    <w:rsid w:val="00DD2045"/>
    <w:rsid w:val="00DE725C"/>
    <w:rsid w:val="00DF3D81"/>
    <w:rsid w:val="00DF6D07"/>
    <w:rsid w:val="00E11ADF"/>
    <w:rsid w:val="00E26655"/>
    <w:rsid w:val="00E30A06"/>
    <w:rsid w:val="00E334CA"/>
    <w:rsid w:val="00E50466"/>
    <w:rsid w:val="00E53E1C"/>
    <w:rsid w:val="00E6333B"/>
    <w:rsid w:val="00E64AB0"/>
    <w:rsid w:val="00E71E64"/>
    <w:rsid w:val="00E73582"/>
    <w:rsid w:val="00E753C2"/>
    <w:rsid w:val="00E756B3"/>
    <w:rsid w:val="00E76754"/>
    <w:rsid w:val="00E81715"/>
    <w:rsid w:val="00E9051B"/>
    <w:rsid w:val="00E926AE"/>
    <w:rsid w:val="00EA6159"/>
    <w:rsid w:val="00EB63C3"/>
    <w:rsid w:val="00EC0B6C"/>
    <w:rsid w:val="00EC69BE"/>
    <w:rsid w:val="00ED0222"/>
    <w:rsid w:val="00EE63B0"/>
    <w:rsid w:val="00EF1AE2"/>
    <w:rsid w:val="00EF254A"/>
    <w:rsid w:val="00F035DF"/>
    <w:rsid w:val="00F17B48"/>
    <w:rsid w:val="00F23F33"/>
    <w:rsid w:val="00F3555E"/>
    <w:rsid w:val="00F57914"/>
    <w:rsid w:val="00F6405A"/>
    <w:rsid w:val="00F8449A"/>
    <w:rsid w:val="00F9152E"/>
    <w:rsid w:val="00FC10BE"/>
    <w:rsid w:val="00FC4BF0"/>
    <w:rsid w:val="00FC61A0"/>
    <w:rsid w:val="00FE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3CAC14B"/>
  <w15:chartTrackingRefBased/>
  <w15:docId w15:val="{E0FE2304-2E65-441A-8DA4-AC3B3128A8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5D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50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50103"/>
  </w:style>
  <w:style w:type="paragraph" w:styleId="Footer">
    <w:name w:val="footer"/>
    <w:basedOn w:val="Normal"/>
    <w:link w:val="FooterChar"/>
    <w:uiPriority w:val="99"/>
    <w:unhideWhenUsed/>
    <w:rsid w:val="0025010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50103"/>
  </w:style>
  <w:style w:type="table" w:styleId="TableGrid">
    <w:name w:val="Table Grid"/>
    <w:basedOn w:val="TableNormal"/>
    <w:uiPriority w:val="39"/>
    <w:rsid w:val="002501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C3767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3767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3767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767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767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76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767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B63C3"/>
    <w:pPr>
      <w:ind w:left="720"/>
      <w:contextualSpacing/>
    </w:pPr>
  </w:style>
  <w:style w:type="paragraph" w:customStyle="1" w:styleId="Default">
    <w:name w:val="Default"/>
    <w:rsid w:val="004A44E3"/>
    <w:pPr>
      <w:autoSpaceDE w:val="0"/>
      <w:autoSpaceDN w:val="0"/>
      <w:adjustRightInd w:val="0"/>
      <w:spacing w:after="0" w:line="240" w:lineRule="auto"/>
    </w:pPr>
    <w:rPr>
      <w:rFonts w:ascii="Helvetica Neue LT" w:hAnsi="Helvetica Neue LT" w:cs="Helvetica Neue LT"/>
      <w:color w:val="000000"/>
      <w:sz w:val="24"/>
      <w:szCs w:val="24"/>
    </w:rPr>
  </w:style>
  <w:style w:type="paragraph" w:styleId="Revision">
    <w:name w:val="Revision"/>
    <w:hidden/>
    <w:uiPriority w:val="99"/>
    <w:semiHidden/>
    <w:rsid w:val="00F035DF"/>
    <w:pPr>
      <w:spacing w:after="0" w:line="240" w:lineRule="auto"/>
    </w:pPr>
  </w:style>
  <w:style w:type="character" w:styleId="PlaceholderText">
    <w:name w:val="Placeholder Text"/>
    <w:basedOn w:val="DefaultParagraphFont"/>
    <w:uiPriority w:val="99"/>
    <w:semiHidden/>
    <w:rsid w:val="008B0302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286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5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9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69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Connections%20Team\Chiara%20Chesi\1_UIP\RA\MOB%20Design%20Risk%20Assessment%20V5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9CAE873BCAD1471C95BF323646166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2B78BC3-3C08-4538-A250-0E168A4D1457}"/>
      </w:docPartPr>
      <w:docPartBody>
        <w:p w:rsidR="0014249F" w:rsidRDefault="0014249F">
          <w:pPr>
            <w:pStyle w:val="9CAE873BCAD1471C95BF323646166857"/>
          </w:pPr>
          <w:r w:rsidRPr="00635B84">
            <w:rPr>
              <w:rStyle w:val="PlaceholderText"/>
            </w:rPr>
            <w:t>Choose an item.</w:t>
          </w:r>
        </w:p>
      </w:docPartBody>
    </w:docPart>
    <w:docPart>
      <w:docPartPr>
        <w:name w:val="EBD145A4BA5A48919AAE49C3BD3B5F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C9F0FB-FAEA-40C0-8791-826D6CCBDE90}"/>
      </w:docPartPr>
      <w:docPartBody>
        <w:p w:rsidR="0014249F" w:rsidRDefault="0014249F">
          <w:pPr>
            <w:pStyle w:val="EBD145A4BA5A48919AAE49C3BD3B5F61"/>
          </w:pPr>
          <w:r w:rsidRPr="00635B84">
            <w:rPr>
              <w:rStyle w:val="PlaceholderText"/>
            </w:rPr>
            <w:t>Choose an item.</w:t>
          </w:r>
        </w:p>
      </w:docPartBody>
    </w:docPart>
    <w:docPart>
      <w:docPartPr>
        <w:name w:val="60E94A882549477EA1CC9F132284023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A65A7C8-F740-475E-9D29-6C41CE53E1B9}"/>
      </w:docPartPr>
      <w:docPartBody>
        <w:p w:rsidR="0014249F" w:rsidRDefault="0014249F">
          <w:pPr>
            <w:pStyle w:val="60E94A882549477EA1CC9F1322840239"/>
          </w:pPr>
          <w:r w:rsidRPr="00635B84">
            <w:rPr>
              <w:rStyle w:val="PlaceholderText"/>
            </w:rPr>
            <w:t>Choose an item.</w:t>
          </w:r>
        </w:p>
      </w:docPartBody>
    </w:docPart>
    <w:docPart>
      <w:docPartPr>
        <w:name w:val="78383C67E8214A3AB9613AFA3A8A19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C498A85-EF80-4B69-915C-69EC0013362E}"/>
      </w:docPartPr>
      <w:docPartBody>
        <w:p w:rsidR="0014249F" w:rsidRDefault="0014249F">
          <w:pPr>
            <w:pStyle w:val="78383C67E8214A3AB9613AFA3A8A1990"/>
          </w:pPr>
          <w:r w:rsidRPr="00635B84">
            <w:rPr>
              <w:rStyle w:val="PlaceholderText"/>
            </w:rPr>
            <w:t>Choose an item.</w:t>
          </w:r>
        </w:p>
      </w:docPartBody>
    </w:docPart>
    <w:docPart>
      <w:docPartPr>
        <w:name w:val="D30021E95C6C4876B41E8E4503246A5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88F1BB-66C6-48D4-BCD4-878BEE622238}"/>
      </w:docPartPr>
      <w:docPartBody>
        <w:p w:rsidR="0014249F" w:rsidRDefault="0014249F">
          <w:pPr>
            <w:pStyle w:val="D30021E95C6C4876B41E8E4503246A5C"/>
          </w:pPr>
          <w:r w:rsidRPr="00635B84">
            <w:rPr>
              <w:rStyle w:val="PlaceholderText"/>
            </w:rPr>
            <w:t>Choose an item.</w:t>
          </w:r>
        </w:p>
      </w:docPartBody>
    </w:docPart>
    <w:docPart>
      <w:docPartPr>
        <w:name w:val="FA06FFE61E014EBC94FB78A55836C25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510CA3-6C8D-4CC5-8D81-EE279F592C83}"/>
      </w:docPartPr>
      <w:docPartBody>
        <w:p w:rsidR="0014249F" w:rsidRDefault="0014249F">
          <w:pPr>
            <w:pStyle w:val="FA06FFE61E014EBC94FB78A55836C251"/>
          </w:pPr>
          <w:r w:rsidRPr="00635B84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 L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9F"/>
    <w:rsid w:val="0014249F"/>
    <w:rsid w:val="00726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9CAE873BCAD1471C95BF323646166857">
    <w:name w:val="9CAE873BCAD1471C95BF323646166857"/>
  </w:style>
  <w:style w:type="paragraph" w:customStyle="1" w:styleId="EBD145A4BA5A48919AAE49C3BD3B5F61">
    <w:name w:val="EBD145A4BA5A48919AAE49C3BD3B5F61"/>
  </w:style>
  <w:style w:type="paragraph" w:customStyle="1" w:styleId="60E94A882549477EA1CC9F1322840239">
    <w:name w:val="60E94A882549477EA1CC9F1322840239"/>
  </w:style>
  <w:style w:type="paragraph" w:customStyle="1" w:styleId="78383C67E8214A3AB9613AFA3A8A1990">
    <w:name w:val="78383C67E8214A3AB9613AFA3A8A1990"/>
  </w:style>
  <w:style w:type="paragraph" w:customStyle="1" w:styleId="D30021E95C6C4876B41E8E4503246A5C">
    <w:name w:val="D30021E95C6C4876B41E8E4503246A5C"/>
  </w:style>
  <w:style w:type="paragraph" w:customStyle="1" w:styleId="FA06FFE61E014EBC94FB78A55836C251">
    <w:name w:val="FA06FFE61E014EBC94FB78A55836C25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C264EDD0018D45828B0D4743BE76E2" ma:contentTypeVersion="16" ma:contentTypeDescription="Create a new document." ma:contentTypeScope="" ma:versionID="2297ed266651ad6d01e2fffdf5e57fbd">
  <xsd:schema xmlns:xsd="http://www.w3.org/2001/XMLSchema" xmlns:xs="http://www.w3.org/2001/XMLSchema" xmlns:p="http://schemas.microsoft.com/office/2006/metadata/properties" xmlns:ns1="http://schemas.microsoft.com/sharepoint/v3" xmlns:ns2="67f7216f-194f-4702-bdaf-b2ae4bb216f8" xmlns:ns3="d8a3dd33-a4b9-4812-90fe-c3fd1dd86784" targetNamespace="http://schemas.microsoft.com/office/2006/metadata/properties" ma:root="true" ma:fieldsID="69116f603cef0f3491ed303af7692aee" ns1:_="" ns2:_="" ns3:_="">
    <xsd:import namespace="http://schemas.microsoft.com/sharepoint/v3"/>
    <xsd:import namespace="67f7216f-194f-4702-bdaf-b2ae4bb216f8"/>
    <xsd:import namespace="d8a3dd33-a4b9-4812-90fe-c3fd1dd867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f7216f-194f-4702-bdaf-b2ae4bb216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5b6cfc09-e60f-4204-a1c4-aa3fd7a65a8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a3dd33-a4b9-4812-90fe-c3fd1dd86784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7f7216f-194f-4702-bdaf-b2ae4bb216f8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807D80-CEA5-43CB-A648-82A01D15DE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7f7216f-194f-4702-bdaf-b2ae4bb216f8"/>
    <ds:schemaRef ds:uri="d8a3dd33-a4b9-4812-90fe-c3fd1dd867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6549D08-8830-4DF5-B04C-1DB34B705206}">
  <ds:schemaRefs>
    <ds:schemaRef ds:uri="http://schemas.microsoft.com/office/2006/metadata/properties"/>
    <ds:schemaRef ds:uri="http://schemas.microsoft.com/office/infopath/2007/PartnerControls"/>
    <ds:schemaRef ds:uri="67f7216f-194f-4702-bdaf-b2ae4bb216f8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40E4DB94-47B2-4C15-8A67-D6E196F0A5D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B824A-7F7E-4CC7-BC28-CF9ACB3CC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MOB Design Risk Assessment V5</Template>
  <TotalTime>23</TotalTime>
  <Pages>3</Pages>
  <Words>654</Words>
  <Characters>3732</Characters>
  <Application>Microsoft Office Word</Application>
  <DocSecurity>8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SGN</Company>
  <LinksUpToDate>false</LinksUpToDate>
  <CharactersWithSpaces>4378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Chesi, Chiara</dc:creator>
  <cp:keywords/>
  <dc:description/>
  <cp:lastModifiedBy>Chiara Chesi</cp:lastModifiedBy>
  <cp:revision>1</cp:revision>
  <cp:lastPrinted>2018-02-09T00:29:00Z</cp:lastPrinted>
  <dcterms:created xsi:type="dcterms:W3CDTF">2025-07-02T08:55:00Z</dcterms:created>
  <dcterms:modified xsi:type="dcterms:W3CDTF">2025-07-02T09:20:00Z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73dd0b-afe1-4a46-943f-1bdb914b8a49_Enabled">
    <vt:lpwstr>true</vt:lpwstr>
  </property>
  <property fmtid="{D5CDD505-2E9C-101B-9397-08002B2CF9AE}" pid="3" name="MSIP_Label_2b73dd0b-afe1-4a46-943f-1bdb914b8a49_SetDate">
    <vt:lpwstr>2022-02-20T14:03:08Z</vt:lpwstr>
  </property>
  <property fmtid="{D5CDD505-2E9C-101B-9397-08002B2CF9AE}" pid="4" name="MSIP_Label_2b73dd0b-afe1-4a46-943f-1bdb914b8a49_Method">
    <vt:lpwstr>Standard</vt:lpwstr>
  </property>
  <property fmtid="{D5CDD505-2E9C-101B-9397-08002B2CF9AE}" pid="5" name="MSIP_Label_2b73dd0b-afe1-4a46-943f-1bdb914b8a49_Name">
    <vt:lpwstr>Internal</vt:lpwstr>
  </property>
  <property fmtid="{D5CDD505-2E9C-101B-9397-08002B2CF9AE}" pid="6" name="MSIP_Label_2b73dd0b-afe1-4a46-943f-1bdb914b8a49_SiteId">
    <vt:lpwstr>b9563cbc-9874-41ab-b448-7e0f61aff3eb</vt:lpwstr>
  </property>
  <property fmtid="{D5CDD505-2E9C-101B-9397-08002B2CF9AE}" pid="7" name="MSIP_Label_2b73dd0b-afe1-4a46-943f-1bdb914b8a49_ActionId">
    <vt:lpwstr>99a1ab27-591b-4dd3-ab1f-00008df5a616</vt:lpwstr>
  </property>
  <property fmtid="{D5CDD505-2E9C-101B-9397-08002B2CF9AE}" pid="8" name="MSIP_Label_2b73dd0b-afe1-4a46-943f-1bdb914b8a49_ContentBits">
    <vt:lpwstr>1</vt:lpwstr>
  </property>
  <property fmtid="{D5CDD505-2E9C-101B-9397-08002B2CF9AE}" pid="9" name="ContentTypeId">
    <vt:lpwstr>0x010100E6C264EDD0018D45828B0D4743BE76E2</vt:lpwstr>
  </property>
  <property fmtid="{D5CDD505-2E9C-101B-9397-08002B2CF9AE}" pid="10" name="Order">
    <vt:r8>600</vt:r8>
  </property>
  <property fmtid="{D5CDD505-2E9C-101B-9397-08002B2CF9AE}" pid="11" name="xd_Signature">
    <vt:bool>false</vt:bool>
  </property>
  <property fmtid="{D5CDD505-2E9C-101B-9397-08002B2CF9AE}" pid="12" name="xd_ProgID">
    <vt:lpwstr/>
  </property>
  <property fmtid="{D5CDD505-2E9C-101B-9397-08002B2CF9AE}" pid="13" name="ComplianceAssetId">
    <vt:lpwstr/>
  </property>
  <property fmtid="{D5CDD505-2E9C-101B-9397-08002B2CF9AE}" pid="14" name="TemplateUrl">
    <vt:lpwstr/>
  </property>
  <property fmtid="{D5CDD505-2E9C-101B-9397-08002B2CF9AE}" pid="15" name="_ExtendedDescription">
    <vt:lpwstr/>
  </property>
  <property fmtid="{D5CDD505-2E9C-101B-9397-08002B2CF9AE}" pid="16" name="TriggerFlowInfo">
    <vt:lpwstr/>
  </property>
  <property fmtid="{D5CDD505-2E9C-101B-9397-08002B2CF9AE}" pid="17" name="MediaServiceImageTags">
    <vt:lpwstr/>
  </property>
</Properties>
</file>